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A33956" w14:paraId="0E21BB91" w14:textId="77777777">
        <w:trPr>
          <w:trHeight w:hRule="exact" w:val="2948"/>
        </w:trPr>
        <w:tc>
          <w:tcPr>
            <w:tcW w:w="11185" w:type="dxa"/>
            <w:vAlign w:val="center"/>
          </w:tcPr>
          <w:p w14:paraId="78B68BE5" w14:textId="77777777" w:rsidR="00A33956" w:rsidRDefault="0024184C">
            <w:pPr>
              <w:pStyle w:val="Documenttype"/>
            </w:pPr>
            <w:r>
              <w:t>I</w:t>
            </w:r>
            <w:bookmarkStart w:id="0" w:name="_Ref446317644"/>
            <w:bookmarkEnd w:id="0"/>
            <w:r>
              <w:t>ALA Guideline</w:t>
            </w:r>
          </w:p>
        </w:tc>
      </w:tr>
    </w:tbl>
    <w:p w14:paraId="3F256864" w14:textId="77777777" w:rsidR="00A33956" w:rsidRDefault="00A33956"/>
    <w:p w14:paraId="19229F72" w14:textId="77777777" w:rsidR="00A33956" w:rsidRDefault="00A33956"/>
    <w:p w14:paraId="604B8718" w14:textId="335616BA" w:rsidR="00A33956" w:rsidRDefault="0024184C">
      <w:pPr>
        <w:pStyle w:val="Documentnumber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>XXXX</w:t>
      </w:r>
    </w:p>
    <w:p w14:paraId="4C8A83C7" w14:textId="77777777" w:rsidR="00A33956" w:rsidRDefault="00A33956"/>
    <w:p w14:paraId="66C90A13" w14:textId="0DA7B805" w:rsidR="00A33956" w:rsidRPr="007D3CA7" w:rsidRDefault="00DF317A">
      <w:pPr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</w:pPr>
      <w:r w:rsidRPr="007D3CA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>GUIDELINE OF QUALITY MANAGEMENT SYSTEMS FOR VESSEL TRAFFIC SERVICE</w:t>
      </w:r>
      <w:r w:rsidR="00016C7B" w:rsidRPr="007D3CA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>S</w:t>
      </w:r>
      <w:r w:rsidRPr="007D3CA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>（</w:t>
      </w:r>
      <w:r w:rsidR="00F51543">
        <w:rPr>
          <w:rFonts w:ascii="SimSun" w:eastAsia="SimSun" w:hAnsi="SimSun" w:cs="SimSun" w:hint="eastAsia"/>
          <w:caps/>
          <w:color w:val="00558C"/>
          <w:sz w:val="50"/>
          <w:szCs w:val="50"/>
          <w:lang w:eastAsia="zh-CN"/>
        </w:rPr>
        <w:t>d</w:t>
      </w:r>
      <w:r w:rsidR="00F51543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>raft FRAME</w:t>
      </w:r>
      <w:r w:rsidRPr="007D3CA7">
        <w:rPr>
          <w:rFonts w:ascii="SimSun" w:eastAsia="SimSun" w:hAnsi="SimSun" w:cs="SimSun"/>
          <w:caps/>
          <w:color w:val="00558C"/>
          <w:sz w:val="50"/>
          <w:szCs w:val="50"/>
          <w:lang w:eastAsia="zh-CN"/>
        </w:rPr>
        <w:t>WORK）</w:t>
      </w:r>
    </w:p>
    <w:p w14:paraId="49946839" w14:textId="77777777" w:rsidR="00A33956" w:rsidRDefault="00A33956">
      <w:pPr>
        <w:rPr>
          <w:lang w:eastAsia="zh-CN"/>
        </w:rPr>
      </w:pPr>
    </w:p>
    <w:p w14:paraId="5D6F2D12" w14:textId="77777777" w:rsidR="00A33956" w:rsidRPr="00F51543" w:rsidRDefault="00A33956">
      <w:pPr>
        <w:rPr>
          <w:lang w:eastAsia="zh-CN"/>
        </w:rPr>
      </w:pPr>
    </w:p>
    <w:p w14:paraId="0D20E7A1" w14:textId="77777777" w:rsidR="00A33956" w:rsidRPr="00DF317A" w:rsidRDefault="00A33956">
      <w:pPr>
        <w:rPr>
          <w:lang w:eastAsia="zh-CN"/>
        </w:rPr>
      </w:pPr>
    </w:p>
    <w:p w14:paraId="4262C808" w14:textId="77777777" w:rsidR="00A33956" w:rsidRPr="00016C7B" w:rsidRDefault="00A33956">
      <w:pPr>
        <w:rPr>
          <w:lang w:eastAsia="zh-CN"/>
        </w:rPr>
      </w:pPr>
    </w:p>
    <w:p w14:paraId="62A0ABC1" w14:textId="77777777" w:rsidR="00A33956" w:rsidRDefault="00A33956">
      <w:pPr>
        <w:rPr>
          <w:lang w:eastAsia="zh-CN"/>
        </w:rPr>
      </w:pPr>
    </w:p>
    <w:p w14:paraId="48E9E494" w14:textId="77777777" w:rsidR="00A33956" w:rsidRDefault="00A33956">
      <w:pPr>
        <w:rPr>
          <w:lang w:eastAsia="zh-CN"/>
        </w:rPr>
      </w:pPr>
    </w:p>
    <w:p w14:paraId="4FF2D6F5" w14:textId="77777777" w:rsidR="00A33956" w:rsidRDefault="00A33956">
      <w:pPr>
        <w:rPr>
          <w:lang w:eastAsia="zh-CN"/>
        </w:rPr>
      </w:pPr>
    </w:p>
    <w:p w14:paraId="322D6300" w14:textId="77777777" w:rsidR="00A33956" w:rsidRDefault="00A33956">
      <w:pPr>
        <w:rPr>
          <w:lang w:eastAsia="zh-CN"/>
        </w:rPr>
      </w:pPr>
    </w:p>
    <w:p w14:paraId="123BC35B" w14:textId="77777777" w:rsidR="00A33956" w:rsidRDefault="00A33956">
      <w:pPr>
        <w:rPr>
          <w:lang w:eastAsia="zh-CN"/>
        </w:rPr>
      </w:pPr>
    </w:p>
    <w:p w14:paraId="19C2310F" w14:textId="77777777" w:rsidR="00A33956" w:rsidRDefault="00A33956">
      <w:pPr>
        <w:rPr>
          <w:lang w:eastAsia="zh-CN"/>
        </w:rPr>
      </w:pPr>
    </w:p>
    <w:p w14:paraId="49E0CC5D" w14:textId="77777777" w:rsidR="00A33956" w:rsidRDefault="00A33956">
      <w:pPr>
        <w:rPr>
          <w:lang w:eastAsia="zh-CN"/>
        </w:rPr>
      </w:pPr>
    </w:p>
    <w:p w14:paraId="500CE34D" w14:textId="77777777" w:rsidR="00A33956" w:rsidRDefault="00A33956">
      <w:pPr>
        <w:rPr>
          <w:lang w:eastAsia="zh-CN"/>
        </w:rPr>
      </w:pPr>
    </w:p>
    <w:p w14:paraId="1978E0CF" w14:textId="77777777" w:rsidR="00A33956" w:rsidRDefault="00A33956">
      <w:pPr>
        <w:rPr>
          <w:lang w:eastAsia="zh-CN"/>
        </w:rPr>
      </w:pPr>
    </w:p>
    <w:p w14:paraId="4D5524E3" w14:textId="77777777" w:rsidR="00A33956" w:rsidRDefault="00A33956">
      <w:pPr>
        <w:rPr>
          <w:lang w:eastAsia="zh-CN"/>
        </w:rPr>
      </w:pPr>
    </w:p>
    <w:p w14:paraId="56750170" w14:textId="77777777" w:rsidR="00A33956" w:rsidRDefault="00A33956">
      <w:pPr>
        <w:rPr>
          <w:lang w:eastAsia="zh-CN"/>
        </w:rPr>
      </w:pPr>
    </w:p>
    <w:p w14:paraId="61C511E2" w14:textId="77777777" w:rsidR="00A33956" w:rsidRDefault="00A33956">
      <w:pPr>
        <w:rPr>
          <w:lang w:eastAsia="zh-CN"/>
        </w:rPr>
      </w:pPr>
    </w:p>
    <w:p w14:paraId="604BF007" w14:textId="77777777" w:rsidR="00A33956" w:rsidRDefault="00A33956">
      <w:pPr>
        <w:rPr>
          <w:lang w:eastAsia="zh-CN"/>
        </w:rPr>
      </w:pPr>
    </w:p>
    <w:p w14:paraId="5C443015" w14:textId="77777777" w:rsidR="00A33956" w:rsidRDefault="0024184C">
      <w:pPr>
        <w:pStyle w:val="Editionnumber"/>
      </w:pPr>
      <w:r>
        <w:t>Edition 1.0</w:t>
      </w:r>
    </w:p>
    <w:p w14:paraId="3EF572EA" w14:textId="77777777" w:rsidR="00A33956" w:rsidRDefault="0024184C">
      <w:pPr>
        <w:pStyle w:val="Documentdate"/>
      </w:pPr>
      <w:r>
        <w:t>Document date</w:t>
      </w:r>
    </w:p>
    <w:p w14:paraId="69465A50" w14:textId="77777777" w:rsidR="00A33956" w:rsidRDefault="00A33956">
      <w:pPr>
        <w:sectPr w:rsidR="00A339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567" w:right="1276" w:bottom="2495" w:left="1276" w:header="567" w:footer="567" w:gutter="0"/>
          <w:cols w:space="708"/>
          <w:docGrid w:linePitch="360"/>
        </w:sectPr>
      </w:pPr>
    </w:p>
    <w:p w14:paraId="4B03B110" w14:textId="77777777" w:rsidR="00A33956" w:rsidRDefault="0024184C">
      <w:pPr>
        <w:pStyle w:val="BodyText"/>
      </w:pPr>
      <w:r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3576"/>
        <w:gridCol w:w="5001"/>
      </w:tblGrid>
      <w:tr w:rsidR="00A33956" w14:paraId="636EF211" w14:textId="77777777">
        <w:tc>
          <w:tcPr>
            <w:tcW w:w="1908" w:type="dxa"/>
          </w:tcPr>
          <w:p w14:paraId="67AC9245" w14:textId="77777777" w:rsidR="00A33956" w:rsidRDefault="0024184C">
            <w:pPr>
              <w:pStyle w:val="Tableheading"/>
            </w:pPr>
            <w:r>
              <w:t>Date</w:t>
            </w:r>
          </w:p>
        </w:tc>
        <w:tc>
          <w:tcPr>
            <w:tcW w:w="3576" w:type="dxa"/>
          </w:tcPr>
          <w:p w14:paraId="62744AA3" w14:textId="77777777" w:rsidR="00A33956" w:rsidRDefault="0024184C">
            <w:pPr>
              <w:pStyle w:val="Tableheading"/>
            </w:pPr>
            <w:r>
              <w:t>Page / Section Revised</w:t>
            </w:r>
          </w:p>
        </w:tc>
        <w:tc>
          <w:tcPr>
            <w:tcW w:w="5001" w:type="dxa"/>
          </w:tcPr>
          <w:p w14:paraId="22604CCC" w14:textId="77777777" w:rsidR="00A33956" w:rsidRDefault="0024184C">
            <w:pPr>
              <w:pStyle w:val="Tableheading"/>
            </w:pPr>
            <w:r>
              <w:t>Requirement for Revision</w:t>
            </w:r>
          </w:p>
        </w:tc>
      </w:tr>
      <w:tr w:rsidR="00A33956" w14:paraId="2A96E957" w14:textId="77777777">
        <w:trPr>
          <w:trHeight w:val="851"/>
        </w:trPr>
        <w:tc>
          <w:tcPr>
            <w:tcW w:w="1908" w:type="dxa"/>
            <w:vAlign w:val="center"/>
          </w:tcPr>
          <w:p w14:paraId="32496CB7" w14:textId="77777777" w:rsidR="00A33956" w:rsidRDefault="0024184C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45DC6998" w14:textId="77777777" w:rsidR="00A33956" w:rsidRDefault="00A3395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3CBC024" w14:textId="77777777" w:rsidR="00A33956" w:rsidRDefault="00A33956">
            <w:pPr>
              <w:pStyle w:val="Tabletext"/>
            </w:pPr>
          </w:p>
        </w:tc>
      </w:tr>
      <w:tr w:rsidR="00A33956" w14:paraId="0C1B8F3B" w14:textId="77777777">
        <w:trPr>
          <w:trHeight w:val="851"/>
        </w:trPr>
        <w:tc>
          <w:tcPr>
            <w:tcW w:w="1908" w:type="dxa"/>
            <w:vAlign w:val="center"/>
          </w:tcPr>
          <w:p w14:paraId="7A827449" w14:textId="77777777" w:rsidR="00A33956" w:rsidRDefault="00A3395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9B411DF" w14:textId="77777777" w:rsidR="00A33956" w:rsidRDefault="00A3395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C1E93DF" w14:textId="77777777" w:rsidR="00A33956" w:rsidRDefault="00A33956">
            <w:pPr>
              <w:pStyle w:val="Tabletext"/>
            </w:pPr>
          </w:p>
        </w:tc>
      </w:tr>
      <w:tr w:rsidR="00A33956" w14:paraId="194EF2B9" w14:textId="77777777">
        <w:trPr>
          <w:trHeight w:val="851"/>
        </w:trPr>
        <w:tc>
          <w:tcPr>
            <w:tcW w:w="1908" w:type="dxa"/>
            <w:vAlign w:val="center"/>
          </w:tcPr>
          <w:p w14:paraId="18528D46" w14:textId="77777777" w:rsidR="00A33956" w:rsidRDefault="00A3395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2026ACE" w14:textId="77777777" w:rsidR="00A33956" w:rsidRDefault="00A3395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1C83967" w14:textId="77777777" w:rsidR="00A33956" w:rsidRDefault="00A33956">
            <w:pPr>
              <w:pStyle w:val="Tabletext"/>
            </w:pPr>
          </w:p>
        </w:tc>
      </w:tr>
      <w:tr w:rsidR="00A33956" w14:paraId="2E9CE1C2" w14:textId="77777777">
        <w:trPr>
          <w:trHeight w:val="851"/>
        </w:trPr>
        <w:tc>
          <w:tcPr>
            <w:tcW w:w="1908" w:type="dxa"/>
            <w:vAlign w:val="center"/>
          </w:tcPr>
          <w:p w14:paraId="04C24F92" w14:textId="77777777" w:rsidR="00A33956" w:rsidRDefault="00A3395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733589" w14:textId="77777777" w:rsidR="00A33956" w:rsidRDefault="00A3395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7D983AA" w14:textId="77777777" w:rsidR="00A33956" w:rsidRDefault="00A33956">
            <w:pPr>
              <w:pStyle w:val="Tabletext"/>
            </w:pPr>
          </w:p>
        </w:tc>
      </w:tr>
      <w:tr w:rsidR="00A33956" w14:paraId="3A501F38" w14:textId="77777777">
        <w:trPr>
          <w:trHeight w:val="851"/>
        </w:trPr>
        <w:tc>
          <w:tcPr>
            <w:tcW w:w="1908" w:type="dxa"/>
            <w:vAlign w:val="center"/>
          </w:tcPr>
          <w:p w14:paraId="538D9083" w14:textId="77777777" w:rsidR="00A33956" w:rsidRDefault="00A3395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8EDE4E7" w14:textId="77777777" w:rsidR="00A33956" w:rsidRDefault="00A3395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97360A9" w14:textId="77777777" w:rsidR="00A33956" w:rsidRDefault="00A33956">
            <w:pPr>
              <w:pStyle w:val="Tabletext"/>
            </w:pPr>
          </w:p>
        </w:tc>
      </w:tr>
      <w:tr w:rsidR="00A33956" w14:paraId="0D4C293F" w14:textId="77777777">
        <w:trPr>
          <w:trHeight w:val="851"/>
        </w:trPr>
        <w:tc>
          <w:tcPr>
            <w:tcW w:w="1908" w:type="dxa"/>
            <w:vAlign w:val="center"/>
          </w:tcPr>
          <w:p w14:paraId="2ECA696F" w14:textId="77777777" w:rsidR="00A33956" w:rsidRDefault="00A3395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63B82BF" w14:textId="77777777" w:rsidR="00A33956" w:rsidRDefault="00A3395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4138E6F" w14:textId="77777777" w:rsidR="00A33956" w:rsidRDefault="00A33956">
            <w:pPr>
              <w:pStyle w:val="Tabletext"/>
            </w:pPr>
          </w:p>
        </w:tc>
      </w:tr>
      <w:tr w:rsidR="00A33956" w14:paraId="5A8126A3" w14:textId="77777777">
        <w:trPr>
          <w:trHeight w:val="851"/>
        </w:trPr>
        <w:tc>
          <w:tcPr>
            <w:tcW w:w="1908" w:type="dxa"/>
            <w:vAlign w:val="center"/>
          </w:tcPr>
          <w:p w14:paraId="3DD6FF19" w14:textId="77777777" w:rsidR="00A33956" w:rsidRDefault="00A3395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C05382C" w14:textId="77777777" w:rsidR="00A33956" w:rsidRDefault="00A3395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F48E4DF" w14:textId="77777777" w:rsidR="00A33956" w:rsidRDefault="00A33956">
            <w:pPr>
              <w:pStyle w:val="Tabletext"/>
            </w:pPr>
          </w:p>
        </w:tc>
      </w:tr>
    </w:tbl>
    <w:p w14:paraId="27B41D26" w14:textId="77777777" w:rsidR="00A33956" w:rsidRDefault="00A33956"/>
    <w:p w14:paraId="43CEFDCA" w14:textId="77777777" w:rsidR="00A33956" w:rsidRDefault="00A33956">
      <w:pPr>
        <w:spacing w:after="200" w:line="276" w:lineRule="auto"/>
        <w:sectPr w:rsidR="00A33956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567" w:right="794" w:bottom="567" w:left="907" w:header="567" w:footer="850" w:gutter="0"/>
          <w:cols w:space="708"/>
          <w:docGrid w:linePitch="360"/>
        </w:sectPr>
      </w:pPr>
    </w:p>
    <w:p w14:paraId="76EB170E" w14:textId="29FC4EA8" w:rsidR="00A33956" w:rsidRDefault="0024184C">
      <w:pPr>
        <w:pStyle w:val="TOC1"/>
        <w:rPr>
          <w:rFonts w:asciiTheme="majorHAnsi" w:eastAsiaTheme="majorEastAsia" w:hAnsiTheme="majorHAnsi" w:cstheme="majorBidi"/>
          <w:bCs/>
          <w:caps/>
          <w:color w:val="407EC9"/>
          <w:sz w:val="28"/>
          <w:szCs w:val="24"/>
          <w:lang w:eastAsia="fi-FI"/>
        </w:rPr>
      </w:pPr>
      <w:r>
        <w:rPr>
          <w:rFonts w:asciiTheme="majorHAnsi" w:eastAsiaTheme="majorEastAsia" w:hAnsiTheme="majorHAnsi" w:cstheme="majorBidi"/>
          <w:bCs/>
          <w:caps/>
          <w:color w:val="407EC9"/>
          <w:sz w:val="28"/>
          <w:szCs w:val="24"/>
          <w:lang w:eastAsia="zh-CN"/>
        </w:rPr>
        <w:lastRenderedPageBreak/>
        <w:t>1</w:t>
      </w:r>
      <w:r>
        <w:rPr>
          <w:rFonts w:asciiTheme="majorHAnsi" w:eastAsiaTheme="majorEastAsia" w:hAnsiTheme="majorHAnsi" w:cstheme="majorBidi"/>
          <w:bCs/>
          <w:caps/>
          <w:color w:val="407EC9"/>
          <w:sz w:val="28"/>
          <w:szCs w:val="24"/>
          <w:lang w:eastAsia="fi-FI"/>
        </w:rPr>
        <w:tab/>
      </w:r>
      <w:r>
        <w:rPr>
          <w:rFonts w:asciiTheme="majorHAnsi" w:eastAsiaTheme="majorEastAsia" w:hAnsiTheme="majorHAnsi" w:cstheme="majorBidi" w:hint="eastAsia"/>
          <w:bCs/>
          <w:caps/>
          <w:color w:val="407EC9"/>
          <w:sz w:val="28"/>
          <w:szCs w:val="24"/>
          <w:lang w:val="en-US" w:eastAsia="zh-CN"/>
        </w:rPr>
        <w:t xml:space="preserve"> </w:t>
      </w:r>
      <w:r w:rsidR="00DF317A">
        <w:rPr>
          <w:rFonts w:asciiTheme="majorHAnsi" w:eastAsiaTheme="majorEastAsia" w:hAnsiTheme="majorHAnsi" w:cstheme="majorBidi"/>
          <w:bCs/>
          <w:caps/>
          <w:color w:val="407EC9"/>
          <w:sz w:val="28"/>
          <w:szCs w:val="24"/>
          <w:lang w:eastAsia="zh-CN"/>
        </w:rPr>
        <w:t>INTRODUCTION</w:t>
      </w:r>
    </w:p>
    <w:p w14:paraId="33E06AC6" w14:textId="77777777" w:rsidR="00A33956" w:rsidRDefault="00A33956">
      <w:pPr>
        <w:pStyle w:val="Heading2separationline"/>
        <w:rPr>
          <w:lang w:eastAsia="zh-CN"/>
        </w:rPr>
      </w:pPr>
    </w:p>
    <w:p w14:paraId="436CFCFB" w14:textId="4F623B74" w:rsidR="00A33956" w:rsidRDefault="0024184C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eastAsia="zh-CN"/>
        </w:rPr>
      </w:pPr>
      <w:bookmarkStart w:id="1" w:name="OLE_LINK1"/>
      <w:bookmarkStart w:id="2" w:name="OLE_LINK6"/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2      </w:t>
      </w:r>
      <w:r w:rsidR="00DF317A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eastAsia="zh-CN"/>
        </w:rPr>
        <w:t>SCOPE</w:t>
      </w:r>
    </w:p>
    <w:p w14:paraId="4731F4DC" w14:textId="77777777" w:rsidR="00A33956" w:rsidRDefault="00A33956">
      <w:pPr>
        <w:pStyle w:val="Heading2separationline"/>
        <w:rPr>
          <w:lang w:eastAsia="zh-CN"/>
        </w:rPr>
      </w:pPr>
      <w:bookmarkStart w:id="3" w:name="OLE_LINK9"/>
      <w:bookmarkEnd w:id="1"/>
      <w:bookmarkEnd w:id="2"/>
    </w:p>
    <w:p w14:paraId="03D8E193" w14:textId="77777777" w:rsidR="00E1651C" w:rsidRDefault="0024184C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3    </w:t>
      </w:r>
      <w:r w:rsidR="00E1651C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 xml:space="preserve"> </w:t>
      </w:r>
      <w:r w:rsidR="00E1651C" w:rsidRPr="00E1651C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Governance Framework</w:t>
      </w:r>
    </w:p>
    <w:p w14:paraId="05B24A2D" w14:textId="55192842" w:rsidR="00E1651C" w:rsidRPr="00E1651C" w:rsidRDefault="00E1651C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 w:rsidRPr="00E1651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__________</w:t>
      </w:r>
    </w:p>
    <w:p w14:paraId="133C037F" w14:textId="7104CF0D" w:rsidR="00E1651C" w:rsidRDefault="00E1651C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4     planning</w:t>
      </w:r>
    </w:p>
    <w:p w14:paraId="211E4711" w14:textId="77777777" w:rsidR="00E1651C" w:rsidRPr="00E1651C" w:rsidRDefault="00E1651C" w:rsidP="00E1651C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 w:rsidRPr="00E1651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__________</w:t>
      </w:r>
    </w:p>
    <w:p w14:paraId="740FE703" w14:textId="77777777" w:rsidR="00E1651C" w:rsidRPr="00E1651C" w:rsidRDefault="00E1651C" w:rsidP="00E1651C">
      <w:pPr>
        <w:rPr>
          <w:rFonts w:eastAsiaTheme="minorEastAsia"/>
          <w:lang w:val="en-US" w:eastAsia="zh-CN"/>
        </w:rPr>
      </w:pPr>
    </w:p>
    <w:p w14:paraId="628B874B" w14:textId="12A3C099" w:rsidR="00A33956" w:rsidRDefault="00E1651C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 xml:space="preserve">5     </w:t>
      </w:r>
      <w:r w:rsidR="00DF317A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RISK MANAGEMENT</w:t>
      </w:r>
    </w:p>
    <w:bookmarkEnd w:id="3"/>
    <w:p w14:paraId="1DD22D40" w14:textId="77777777" w:rsidR="00A33956" w:rsidRDefault="00A33956">
      <w:pPr>
        <w:pStyle w:val="Heading2separationline"/>
        <w:rPr>
          <w:lang w:eastAsia="zh-CN"/>
        </w:rPr>
      </w:pPr>
    </w:p>
    <w:p w14:paraId="231EC466" w14:textId="069B31B9" w:rsidR="00A33956" w:rsidRDefault="00E1651C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5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.1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DF317A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 xml:space="preserve">RISK </w:t>
      </w:r>
      <w:r w:rsidR="00B1460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IDENTIFICATION</w:t>
      </w:r>
    </w:p>
    <w:p w14:paraId="6E612FDB" w14:textId="77777777" w:rsidR="00A33956" w:rsidRDefault="00A33956">
      <w:pPr>
        <w:pStyle w:val="Heading2separationline"/>
        <w:rPr>
          <w:lang w:eastAsia="zh-CN"/>
        </w:rPr>
      </w:pPr>
    </w:p>
    <w:p w14:paraId="2175C43F" w14:textId="54C0F689" w:rsidR="00A33956" w:rsidRDefault="00E1651C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5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.2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B1460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RISK ASSESMENT</w:t>
      </w:r>
    </w:p>
    <w:p w14:paraId="3DF656B7" w14:textId="77777777" w:rsidR="00A33956" w:rsidRDefault="00A33956">
      <w:pPr>
        <w:pStyle w:val="Heading2separationline"/>
        <w:rPr>
          <w:lang w:eastAsia="zh-CN"/>
        </w:rPr>
      </w:pPr>
    </w:p>
    <w:p w14:paraId="2E697C4E" w14:textId="76CD3AA3" w:rsidR="00A33956" w:rsidRDefault="00E1651C">
      <w:pPr>
        <w:pStyle w:val="TOC2"/>
        <w:rPr>
          <w:lang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5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.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B1460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COUNTERMEASURES</w:t>
      </w:r>
    </w:p>
    <w:p w14:paraId="1FD27D4D" w14:textId="77777777" w:rsidR="00A33956" w:rsidRDefault="00A33956">
      <w:pPr>
        <w:pStyle w:val="Heading2separationline"/>
        <w:rPr>
          <w:lang w:eastAsia="zh-CN"/>
        </w:rPr>
      </w:pPr>
    </w:p>
    <w:p w14:paraId="691DB8F4" w14:textId="5B901501" w:rsidR="00A33956" w:rsidRDefault="00E1651C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5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.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B1460C" w:rsidRPr="00B1460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Measure effectiveness evaluation</w:t>
      </w:r>
    </w:p>
    <w:p w14:paraId="344D5B82" w14:textId="77777777" w:rsidR="00A33956" w:rsidRDefault="00A33956">
      <w:pPr>
        <w:pStyle w:val="Heading2separationline"/>
        <w:rPr>
          <w:lang w:eastAsia="zh-CN"/>
        </w:rPr>
      </w:pPr>
    </w:p>
    <w:p w14:paraId="16BC4F2A" w14:textId="0D4684F0" w:rsidR="00A33956" w:rsidRDefault="00E1651C">
      <w:pPr>
        <w:pStyle w:val="TOC2"/>
        <w:ind w:left="0" w:firstLine="0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6</w:t>
      </w:r>
      <w:r w:rsidR="0024184C"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    </w:t>
      </w:r>
      <w:r w:rsidR="0087205B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AUDITING QMS</w:t>
      </w:r>
    </w:p>
    <w:p w14:paraId="5135B5EE" w14:textId="77777777" w:rsidR="00A33956" w:rsidRDefault="00A33956">
      <w:pPr>
        <w:pStyle w:val="Heading2separationline"/>
        <w:rPr>
          <w:lang w:eastAsia="zh-CN"/>
        </w:rPr>
      </w:pPr>
    </w:p>
    <w:p w14:paraId="149143BB" w14:textId="1B847CDE" w:rsidR="00A33956" w:rsidRDefault="00865B3E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6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.1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87205B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INTERNAL AUDIT（</w:t>
      </w:r>
      <w:r w:rsidR="0087205B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V</w:t>
      </w:r>
      <w:r w:rsidR="0087205B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TS INTERNAL </w:t>
      </w:r>
      <w:r w:rsidR="006B4A6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continual </w:t>
      </w:r>
      <w:r w:rsidR="0087205B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AUDITING）</w:t>
      </w:r>
    </w:p>
    <w:p w14:paraId="23E00F5D" w14:textId="77777777" w:rsidR="00A33956" w:rsidRDefault="00A33956">
      <w:pPr>
        <w:pStyle w:val="Heading2separationline"/>
        <w:rPr>
          <w:lang w:eastAsia="zh-CN"/>
        </w:rPr>
      </w:pPr>
    </w:p>
    <w:p w14:paraId="65BA1FA0" w14:textId="09C6211C" w:rsidR="00A33956" w:rsidRDefault="00865B3E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6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.2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87205B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M</w:t>
      </w:r>
      <w:r w:rsidR="0087205B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ANAGEMENT </w:t>
      </w:r>
      <w:r w:rsidR="006B4A6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review</w:t>
      </w:r>
      <w:r w:rsidR="0087205B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（</w:t>
      </w:r>
      <w:r w:rsidR="0087205B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a</w:t>
      </w:r>
      <w:r w:rsidR="0087205B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ssessment and </w:t>
      </w:r>
      <w:r w:rsidR="006B4A6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review</w:t>
      </w:r>
      <w:r w:rsidR="0087205B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 of vts by maritime administrations ）</w:t>
      </w:r>
    </w:p>
    <w:p w14:paraId="305C29D9" w14:textId="77777777" w:rsidR="00A33956" w:rsidRPr="006B4A68" w:rsidRDefault="00A33956">
      <w:pPr>
        <w:pStyle w:val="Heading2separationline"/>
        <w:rPr>
          <w:lang w:val="en-US" w:eastAsia="zh-CN"/>
        </w:rPr>
      </w:pPr>
    </w:p>
    <w:p w14:paraId="5ABE32D0" w14:textId="65C58962" w:rsidR="00A33956" w:rsidRDefault="00865B3E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6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.3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6B4A68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e</w:t>
      </w:r>
      <w:r w:rsidR="006B4A6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xternal audit(imsas, classification societies)</w:t>
      </w:r>
    </w:p>
    <w:p w14:paraId="4DB02C41" w14:textId="77777777" w:rsidR="00A33956" w:rsidRDefault="00A33956">
      <w:pPr>
        <w:pStyle w:val="Heading2separationline"/>
        <w:rPr>
          <w:lang w:eastAsia="zh-CN"/>
        </w:rPr>
      </w:pPr>
      <w:bookmarkStart w:id="4" w:name="OLE_LINK2"/>
    </w:p>
    <w:p w14:paraId="15C9D5A9" w14:textId="59784B6F" w:rsidR="00865B3E" w:rsidRPr="00865B3E" w:rsidRDefault="00865B3E" w:rsidP="00865B3E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6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.4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6B4A6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non-conformity</w:t>
      </w:r>
      <w:r w:rsidR="0036149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,</w:t>
      </w:r>
      <w:r w:rsidR="006B4A6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corrections</w:t>
      </w:r>
      <w:r w:rsidR="0036149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 and preventions</w:t>
      </w:r>
    </w:p>
    <w:p w14:paraId="31747057" w14:textId="77777777" w:rsidR="00A33956" w:rsidRPr="00865B3E" w:rsidRDefault="00A33956">
      <w:pPr>
        <w:pStyle w:val="Heading2separationline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</w:p>
    <w:p w14:paraId="6CB79F5A" w14:textId="192CCAFD" w:rsidR="00865B3E" w:rsidRDefault="00865B3E" w:rsidP="00865B3E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 w:rsidRPr="00865B3E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6.5  satisfaction survey</w:t>
      </w: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 of </w:t>
      </w:r>
      <w:r w:rsidRPr="00865B3E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VTS user</w:t>
      </w: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s</w:t>
      </w:r>
    </w:p>
    <w:p w14:paraId="66741DF4" w14:textId="730DECB5" w:rsidR="00865B3E" w:rsidRPr="00897B12" w:rsidRDefault="00865B3E" w:rsidP="00290270">
      <w:pPr>
        <w:pBdr>
          <w:bottom w:val="single" w:sz="4" w:space="1" w:color="auto"/>
        </w:pBdr>
        <w:ind w:rightChars="4881" w:right="8786"/>
        <w:rPr>
          <w:rFonts w:eastAsiaTheme="minorEastAsia"/>
          <w:u w:val="single"/>
          <w:lang w:val="en-US" w:eastAsia="zh-CN"/>
        </w:rPr>
      </w:pPr>
    </w:p>
    <w:p w14:paraId="5B06782B" w14:textId="04D4B9D7" w:rsidR="00A33956" w:rsidRDefault="00865B3E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7</w:t>
      </w:r>
      <w:r w:rsidR="0024184C"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     </w:t>
      </w:r>
      <w:r w:rsidR="00361498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working procedure</w:t>
      </w:r>
    </w:p>
    <w:p w14:paraId="223CFD2A" w14:textId="77777777" w:rsidR="00A33956" w:rsidRDefault="00A33956">
      <w:pPr>
        <w:pStyle w:val="Heading2separationline"/>
        <w:rPr>
          <w:lang w:eastAsia="zh-CN"/>
        </w:rPr>
      </w:pPr>
    </w:p>
    <w:bookmarkEnd w:id="4"/>
    <w:p w14:paraId="18C8EB2F" w14:textId="3E169EBE" w:rsidR="00A33956" w:rsidRDefault="00897B12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7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.1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361498" w:rsidRPr="0036149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VTS internal routine work procedure</w:t>
      </w:r>
    </w:p>
    <w:p w14:paraId="6EF32304" w14:textId="77777777" w:rsidR="00A33956" w:rsidRDefault="00A33956">
      <w:pPr>
        <w:pStyle w:val="Heading2separationline"/>
        <w:rPr>
          <w:lang w:eastAsia="zh-CN"/>
        </w:rPr>
      </w:pPr>
    </w:p>
    <w:p w14:paraId="00935275" w14:textId="6FEA2646" w:rsidR="00A33956" w:rsidRDefault="00897B12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7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.2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361498" w:rsidRPr="0036149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VTS internal emergency work procedure</w:t>
      </w:r>
    </w:p>
    <w:p w14:paraId="2ECF0BAD" w14:textId="77777777" w:rsidR="00A33956" w:rsidRDefault="00A33956">
      <w:pPr>
        <w:pStyle w:val="Heading2separationline"/>
        <w:rPr>
          <w:lang w:eastAsia="zh-CN"/>
        </w:rPr>
      </w:pPr>
    </w:p>
    <w:p w14:paraId="57FFB607" w14:textId="04CB3BFA" w:rsidR="00A33956" w:rsidRDefault="00897B12" w:rsidP="007806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7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.3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780696" w:rsidRPr="0036149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VTS </w:t>
      </w:r>
      <w:r w:rsidR="00780696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ex</w:t>
      </w:r>
      <w:r w:rsidR="00780696" w:rsidRPr="0036149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ternal routine work procedure</w:t>
      </w:r>
    </w:p>
    <w:p w14:paraId="07F70925" w14:textId="77777777" w:rsidR="00A33956" w:rsidRDefault="00A33956">
      <w:pPr>
        <w:pStyle w:val="Heading2separationline"/>
        <w:rPr>
          <w:lang w:eastAsia="zh-CN"/>
        </w:rPr>
      </w:pPr>
    </w:p>
    <w:p w14:paraId="2CDB889B" w14:textId="03C892B5" w:rsidR="00780696" w:rsidRDefault="00897B12" w:rsidP="007806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7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.4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780696" w:rsidRPr="0036149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VTS </w:t>
      </w:r>
      <w:r w:rsidR="00780696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ex</w:t>
      </w:r>
      <w:r w:rsidR="00780696" w:rsidRPr="0036149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ternal emergency work procedure</w:t>
      </w:r>
    </w:p>
    <w:p w14:paraId="2B267D1A" w14:textId="50D595AA" w:rsidR="00A33956" w:rsidRDefault="00A3395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</w:p>
    <w:p w14:paraId="7E9A0BCF" w14:textId="77777777" w:rsidR="00A33956" w:rsidRDefault="00A33956">
      <w:pPr>
        <w:pStyle w:val="Heading2separationline"/>
        <w:rPr>
          <w:lang w:eastAsia="zh-CN"/>
        </w:rPr>
      </w:pPr>
    </w:p>
    <w:p w14:paraId="76C3FB55" w14:textId="2D58ADF7" w:rsidR="00A33956" w:rsidRDefault="00897B12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8</w:t>
      </w:r>
      <w:r w:rsidR="0024184C"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    </w:t>
      </w:r>
      <w:r w:rsidR="00C829CC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records</w:t>
      </w:r>
    </w:p>
    <w:p w14:paraId="578DE4E3" w14:textId="77777777" w:rsidR="00A33956" w:rsidRDefault="00A33956">
      <w:pPr>
        <w:pStyle w:val="Heading2separationline"/>
        <w:rPr>
          <w:lang w:eastAsia="zh-CN"/>
        </w:rPr>
      </w:pPr>
    </w:p>
    <w:p w14:paraId="7992BFCA" w14:textId="1393EF86" w:rsidR="00A33956" w:rsidRDefault="00897B12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8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.1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C829C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standards and requirements of records</w:t>
      </w:r>
    </w:p>
    <w:p w14:paraId="0DD494BC" w14:textId="77777777" w:rsidR="00A33956" w:rsidRDefault="00A33956">
      <w:pPr>
        <w:pStyle w:val="Heading2separationline"/>
        <w:rPr>
          <w:lang w:eastAsia="zh-CN"/>
        </w:rPr>
      </w:pPr>
    </w:p>
    <w:p w14:paraId="642B77AF" w14:textId="5DD6C6C2" w:rsidR="00856CD8" w:rsidRDefault="00856CD8" w:rsidP="00856CD8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8.2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Pr="00856CD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Record information standards and requirements</w:t>
      </w:r>
    </w:p>
    <w:p w14:paraId="40B0D5AA" w14:textId="6C51B313" w:rsidR="00856CD8" w:rsidRPr="00856CD8" w:rsidRDefault="00856CD8" w:rsidP="00856CD8">
      <w:pPr>
        <w:pBdr>
          <w:bottom w:val="single" w:sz="4" w:space="1" w:color="auto"/>
        </w:pBdr>
        <w:ind w:rightChars="4881" w:right="8786"/>
        <w:rPr>
          <w:rFonts w:eastAsiaTheme="minorEastAsia"/>
          <w:lang w:val="en-US" w:eastAsia="zh-CN"/>
        </w:rPr>
      </w:pPr>
      <w:r>
        <w:rPr>
          <w:rFonts w:eastAsiaTheme="minorEastAsia" w:hint="eastAsia"/>
          <w:lang w:val="en-US" w:eastAsia="zh-CN"/>
        </w:rPr>
        <w:t xml:space="preserve"> </w:t>
      </w:r>
      <w:r>
        <w:rPr>
          <w:rFonts w:eastAsiaTheme="minorEastAsia"/>
          <w:lang w:val="en-US" w:eastAsia="zh-CN"/>
        </w:rPr>
        <w:t xml:space="preserve">    </w:t>
      </w:r>
    </w:p>
    <w:p w14:paraId="2F5A9696" w14:textId="14C9C43F" w:rsidR="00A33956" w:rsidRDefault="00897B12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lastRenderedPageBreak/>
        <w:t>8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</w:t>
      </w:r>
      <w:r w:rsidR="00856CD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3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C829C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management of records</w:t>
      </w:r>
    </w:p>
    <w:p w14:paraId="414FCB5D" w14:textId="77777777" w:rsidR="00A33956" w:rsidRDefault="00A33956">
      <w:pPr>
        <w:pStyle w:val="Heading2separationline"/>
        <w:rPr>
          <w:lang w:eastAsia="zh-CN"/>
        </w:rPr>
      </w:pPr>
    </w:p>
    <w:p w14:paraId="2D398494" w14:textId="1B7A5406" w:rsidR="00A33956" w:rsidRDefault="00897B12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8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.</w:t>
      </w:r>
      <w:r w:rsidR="00856CD8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4</w:t>
      </w:r>
      <w:r w:rsidR="0024184C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C829CC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records list </w:t>
      </w:r>
    </w:p>
    <w:p w14:paraId="129FFAC9" w14:textId="77777777" w:rsidR="00A33956" w:rsidRPr="00856CD8" w:rsidRDefault="00A33956">
      <w:pPr>
        <w:pStyle w:val="Heading2separationline"/>
        <w:rPr>
          <w:lang w:val="en-US" w:eastAsia="zh-CN"/>
        </w:rPr>
      </w:pPr>
    </w:p>
    <w:p w14:paraId="1E649C68" w14:textId="6681BEC7" w:rsidR="00A33956" w:rsidRDefault="00897B12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9</w:t>
      </w:r>
      <w:r w:rsidR="0024184C"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    </w:t>
      </w:r>
      <w:r w:rsidR="00C829CC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reference</w:t>
      </w:r>
    </w:p>
    <w:p w14:paraId="14D0FBC7" w14:textId="77777777" w:rsidR="00A33956" w:rsidRDefault="00A33956">
      <w:pPr>
        <w:pStyle w:val="Heading2separationline"/>
        <w:rPr>
          <w:lang w:eastAsia="zh-CN"/>
        </w:rPr>
      </w:pPr>
    </w:p>
    <w:p w14:paraId="3322D42F" w14:textId="638240FA" w:rsidR="00A33956" w:rsidRDefault="0024184C" w:rsidP="00C80D47">
      <w:pPr>
        <w:spacing w:line="276" w:lineRule="auto"/>
        <w:rPr>
          <w:rFonts w:eastAsiaTheme="minorEastAsia"/>
          <w:sz w:val="21"/>
          <w:lang w:eastAsia="zh-CN"/>
        </w:rPr>
      </w:pPr>
      <w:r>
        <w:rPr>
          <w:rFonts w:eastAsiaTheme="minorEastAsia"/>
          <w:sz w:val="21"/>
          <w:lang w:eastAsia="zh-CN"/>
        </w:rPr>
        <w:t xml:space="preserve">G1089 </w:t>
      </w:r>
    </w:p>
    <w:p w14:paraId="5A32D787" w14:textId="776D6D81" w:rsidR="00A33956" w:rsidRDefault="0024184C" w:rsidP="00C80D47">
      <w:pPr>
        <w:spacing w:line="276" w:lineRule="auto"/>
        <w:rPr>
          <w:rFonts w:ascii="SimSun" w:eastAsiaTheme="minorEastAsia" w:hAnsi="SimSun" w:cs="SimSun"/>
          <w:sz w:val="21"/>
          <w:lang w:eastAsia="zh-CN"/>
        </w:rPr>
      </w:pPr>
      <w:r>
        <w:rPr>
          <w:rFonts w:eastAsiaTheme="minorEastAsia"/>
          <w:sz w:val="21"/>
          <w:lang w:eastAsia="zh-CN"/>
        </w:rPr>
        <w:t>ISO90001</w:t>
      </w:r>
      <w:r w:rsidR="00C829CC">
        <w:rPr>
          <w:rFonts w:ascii="SimSun" w:eastAsiaTheme="minorEastAsia" w:hAnsi="SimSun" w:cs="SimSun"/>
          <w:sz w:val="21"/>
          <w:lang w:eastAsia="zh-CN"/>
        </w:rPr>
        <w:t xml:space="preserve">    </w:t>
      </w:r>
    </w:p>
    <w:p w14:paraId="6B8348AE" w14:textId="17039C5A" w:rsidR="00A33956" w:rsidRDefault="00C829CC" w:rsidP="00C80D47">
      <w:pPr>
        <w:spacing w:line="276" w:lineRule="auto"/>
        <w:rPr>
          <w:rFonts w:eastAsiaTheme="minorEastAsia"/>
          <w:sz w:val="21"/>
          <w:lang w:eastAsia="zh-CN"/>
        </w:rPr>
      </w:pPr>
      <w:r>
        <w:rPr>
          <w:rFonts w:ascii="SimSun" w:eastAsiaTheme="minorEastAsia" w:hAnsi="SimSun" w:cs="SimSun"/>
          <w:sz w:val="21"/>
          <w:lang w:eastAsia="zh-CN"/>
        </w:rPr>
        <w:t>VTS MANUAL 2021</w:t>
      </w:r>
    </w:p>
    <w:p w14:paraId="268837F8" w14:textId="66D96135" w:rsidR="00A33956" w:rsidRDefault="0024184C" w:rsidP="00C80D47">
      <w:pPr>
        <w:spacing w:line="276" w:lineRule="auto"/>
        <w:rPr>
          <w:rFonts w:eastAsiaTheme="minorEastAsia"/>
          <w:sz w:val="21"/>
          <w:lang w:eastAsia="zh-CN"/>
        </w:rPr>
      </w:pPr>
      <w:r>
        <w:rPr>
          <w:rFonts w:eastAsiaTheme="minorEastAsia"/>
          <w:sz w:val="21"/>
          <w:lang w:eastAsia="zh-CN"/>
        </w:rPr>
        <w:t>S1040</w:t>
      </w:r>
      <w:r w:rsidR="00C80D47" w:rsidRPr="00C80D47">
        <w:t xml:space="preserve"> </w:t>
      </w:r>
      <w:r w:rsidR="00C80D47">
        <w:t xml:space="preserve"> </w:t>
      </w:r>
      <w:r w:rsidR="00C80D47" w:rsidRPr="00C80D47">
        <w:rPr>
          <w:rFonts w:eastAsiaTheme="minorEastAsia"/>
          <w:sz w:val="21"/>
          <w:lang w:eastAsia="zh-CN"/>
        </w:rPr>
        <w:t>VESSEL TRAFFIC SERVICES</w:t>
      </w:r>
    </w:p>
    <w:p w14:paraId="545D8102" w14:textId="77777777" w:rsidR="00C80D47" w:rsidRDefault="00C80D47" w:rsidP="00C80D47">
      <w:pPr>
        <w:spacing w:line="276" w:lineRule="auto"/>
        <w:rPr>
          <w:rFonts w:eastAsiaTheme="minorEastAsia"/>
          <w:sz w:val="21"/>
          <w:lang w:val="en-US" w:eastAsia="zh-CN"/>
        </w:rPr>
      </w:pPr>
      <w:r>
        <w:rPr>
          <w:rFonts w:ascii="Arial" w:eastAsia="SimSun" w:hAnsi="Arial" w:cs="Arial"/>
          <w:sz w:val="20"/>
          <w:szCs w:val="20"/>
          <w:lang w:val="en-US" w:eastAsia="zh-CN"/>
        </w:rPr>
        <w:t>Recommendation O-132 - Quality Management for Aids to Navigation Authorities</w:t>
      </w:r>
      <w:r w:rsidR="0024184C">
        <w:rPr>
          <w:rFonts w:eastAsiaTheme="minorEastAsia"/>
          <w:sz w:val="21"/>
          <w:lang w:eastAsia="zh-CN"/>
        </w:rPr>
        <w:t xml:space="preserve"> </w:t>
      </w:r>
      <w:r w:rsidR="0024184C">
        <w:rPr>
          <w:rFonts w:eastAsiaTheme="minorEastAsia" w:hint="eastAsia"/>
          <w:sz w:val="21"/>
          <w:lang w:val="en-US" w:eastAsia="zh-CN"/>
        </w:rPr>
        <w:t xml:space="preserve">                 </w:t>
      </w:r>
    </w:p>
    <w:p w14:paraId="4A1A1377" w14:textId="46DA238F" w:rsidR="00A33956" w:rsidRDefault="0024184C" w:rsidP="00C80D47">
      <w:pPr>
        <w:spacing w:line="276" w:lineRule="auto"/>
        <w:rPr>
          <w:rFonts w:eastAsiaTheme="minorEastAsia"/>
          <w:sz w:val="21"/>
          <w:lang w:eastAsia="zh-CN"/>
        </w:rPr>
      </w:pPr>
      <w:r>
        <w:rPr>
          <w:rFonts w:eastAsiaTheme="minorEastAsia"/>
          <w:sz w:val="21"/>
          <w:lang w:eastAsia="zh-CN"/>
        </w:rPr>
        <w:t xml:space="preserve">G1052 </w:t>
      </w:r>
      <w:r w:rsidR="00016C7B">
        <w:rPr>
          <w:rFonts w:eastAsiaTheme="minorEastAsia"/>
          <w:sz w:val="21"/>
          <w:lang w:eastAsia="zh-CN"/>
        </w:rPr>
        <w:t>PREPARING FOR AN IMO MEMBER STATE AUDIT SCHEME</w:t>
      </w:r>
      <w:r w:rsidR="00016C7B">
        <w:rPr>
          <w:rFonts w:eastAsiaTheme="minorEastAsia"/>
          <w:sz w:val="21"/>
          <w:lang w:eastAsia="zh-CN"/>
        </w:rPr>
        <w:t>（</w:t>
      </w:r>
      <w:r w:rsidR="00016C7B">
        <w:rPr>
          <w:rFonts w:eastAsiaTheme="minorEastAsia" w:hint="eastAsia"/>
          <w:sz w:val="21"/>
          <w:lang w:eastAsia="zh-CN"/>
        </w:rPr>
        <w:t>I</w:t>
      </w:r>
      <w:r w:rsidR="00016C7B">
        <w:rPr>
          <w:rFonts w:eastAsiaTheme="minorEastAsia"/>
          <w:sz w:val="21"/>
          <w:lang w:eastAsia="zh-CN"/>
        </w:rPr>
        <w:t>MSAS</w:t>
      </w:r>
      <w:r w:rsidR="00016C7B">
        <w:rPr>
          <w:rFonts w:eastAsiaTheme="minorEastAsia"/>
          <w:sz w:val="21"/>
          <w:lang w:eastAsia="zh-CN"/>
        </w:rPr>
        <w:t>）</w:t>
      </w:r>
      <w:r w:rsidR="00016C7B">
        <w:rPr>
          <w:rFonts w:eastAsiaTheme="minorEastAsia"/>
          <w:sz w:val="21"/>
          <w:lang w:eastAsia="zh-CN"/>
        </w:rPr>
        <w:t xml:space="preserve"> ON VESSEL TRAFFICE SERVICES</w:t>
      </w:r>
    </w:p>
    <w:p w14:paraId="65699FCF" w14:textId="5367940E" w:rsidR="00A33956" w:rsidRDefault="0024184C" w:rsidP="00C80D47">
      <w:pPr>
        <w:spacing w:line="276" w:lineRule="auto"/>
        <w:rPr>
          <w:rFonts w:eastAsiaTheme="minorEastAsia"/>
          <w:sz w:val="21"/>
          <w:lang w:eastAsia="zh-CN"/>
        </w:rPr>
      </w:pPr>
      <w:r>
        <w:rPr>
          <w:rFonts w:eastAsiaTheme="minorEastAsia"/>
          <w:sz w:val="21"/>
          <w:lang w:eastAsia="zh-CN"/>
        </w:rPr>
        <w:t>G1101</w:t>
      </w:r>
      <w:r w:rsidR="00016C7B">
        <w:rPr>
          <w:rFonts w:eastAsiaTheme="minorEastAsia" w:hint="eastAsia"/>
          <w:sz w:val="21"/>
          <w:lang w:eastAsia="zh-CN"/>
        </w:rPr>
        <w:t xml:space="preserve"> </w:t>
      </w:r>
      <w:r w:rsidR="00016C7B">
        <w:rPr>
          <w:rFonts w:eastAsiaTheme="minorEastAsia"/>
          <w:sz w:val="21"/>
          <w:lang w:eastAsia="zh-CN"/>
        </w:rPr>
        <w:t xml:space="preserve"> AUDITING AND ASSESSING VTS</w:t>
      </w:r>
    </w:p>
    <w:p w14:paraId="49DEDAE3" w14:textId="30CE32CF" w:rsidR="00A33956" w:rsidRPr="00C80D47" w:rsidRDefault="0024184C" w:rsidP="00C80D47">
      <w:pPr>
        <w:spacing w:line="276" w:lineRule="auto"/>
        <w:rPr>
          <w:rFonts w:eastAsiaTheme="minorEastAsia"/>
          <w:sz w:val="21"/>
          <w:lang w:eastAsia="zh-CN"/>
        </w:rPr>
      </w:pPr>
      <w:r>
        <w:rPr>
          <w:rFonts w:eastAsiaTheme="minorEastAsia"/>
          <w:sz w:val="21"/>
          <w:lang w:eastAsia="zh-CN"/>
        </w:rPr>
        <w:t xml:space="preserve">  </w:t>
      </w:r>
      <w:r w:rsidR="00C80D47">
        <w:rPr>
          <w:rFonts w:eastAsiaTheme="minorEastAsia" w:hint="eastAsia"/>
          <w:sz w:val="21"/>
          <w:lang w:val="en-US" w:eastAsia="zh-CN"/>
        </w:rPr>
        <w:t xml:space="preserve">            </w:t>
      </w:r>
    </w:p>
    <w:p w14:paraId="05800777" w14:textId="77777777" w:rsidR="00A33956" w:rsidRDefault="00A33956">
      <w:pPr>
        <w:pStyle w:val="Heading2separationline"/>
        <w:rPr>
          <w:lang w:eastAsia="zh-CN"/>
        </w:rPr>
      </w:pPr>
    </w:p>
    <w:p w14:paraId="1BAB2145" w14:textId="2FF1D9B3" w:rsidR="00A33956" w:rsidRDefault="00246AF2">
      <w:pP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APPENDIX</w:t>
      </w:r>
    </w:p>
    <w:p w14:paraId="0F282105" w14:textId="77777777" w:rsidR="00A33956" w:rsidRDefault="00A33956">
      <w:pPr>
        <w:rPr>
          <w:lang w:eastAsia="zh-CN"/>
        </w:rPr>
      </w:pPr>
    </w:p>
    <w:p w14:paraId="11878533" w14:textId="77777777" w:rsidR="00A33956" w:rsidRDefault="00A33956">
      <w:pPr>
        <w:rPr>
          <w:lang w:eastAsia="zh-CN"/>
        </w:rPr>
      </w:pPr>
    </w:p>
    <w:p w14:paraId="170DBAD7" w14:textId="77777777" w:rsidR="00A33956" w:rsidRDefault="00A33956">
      <w:pPr>
        <w:rPr>
          <w:lang w:eastAsia="zh-CN"/>
        </w:rPr>
      </w:pPr>
    </w:p>
    <w:p w14:paraId="04C57E42" w14:textId="77777777" w:rsidR="00A33956" w:rsidRDefault="00A33956">
      <w:pPr>
        <w:rPr>
          <w:lang w:eastAsia="zh-CN"/>
        </w:rPr>
      </w:pPr>
    </w:p>
    <w:p w14:paraId="27896DA3" w14:textId="77777777" w:rsidR="00A33956" w:rsidRDefault="00A33956">
      <w:pPr>
        <w:rPr>
          <w:lang w:eastAsia="zh-CN"/>
        </w:rPr>
      </w:pPr>
    </w:p>
    <w:p w14:paraId="5E3FE0E0" w14:textId="77777777" w:rsidR="00A33956" w:rsidRDefault="00A33956">
      <w:pPr>
        <w:rPr>
          <w:lang w:val="en-US" w:eastAsia="zh-CN"/>
        </w:rPr>
      </w:pPr>
    </w:p>
    <w:p w14:paraId="53A2E956" w14:textId="77777777" w:rsidR="00A33956" w:rsidRDefault="00A33956">
      <w:pPr>
        <w:pStyle w:val="TOC1"/>
        <w:rPr>
          <w:rFonts w:eastAsia="Times New Roman" w:cs="Times New Roman"/>
          <w:b w:val="0"/>
          <w:szCs w:val="20"/>
          <w:lang w:eastAsia="zh-CN"/>
        </w:rPr>
      </w:pPr>
    </w:p>
    <w:p w14:paraId="2BDE5AAA" w14:textId="77777777" w:rsidR="00A33956" w:rsidRDefault="00A33956">
      <w:pPr>
        <w:pStyle w:val="TOC1"/>
        <w:rPr>
          <w:rFonts w:eastAsia="Times New Roman" w:cs="Times New Roman"/>
          <w:b w:val="0"/>
          <w:szCs w:val="20"/>
          <w:lang w:eastAsia="zh-CN"/>
        </w:rPr>
      </w:pPr>
    </w:p>
    <w:p w14:paraId="0C48FE1C" w14:textId="77777777" w:rsidR="00A33956" w:rsidRDefault="00A33956">
      <w:pPr>
        <w:rPr>
          <w:lang w:eastAsia="zh-CN"/>
        </w:rPr>
      </w:pPr>
    </w:p>
    <w:sectPr w:rsidR="00A33956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567" w:right="794" w:bottom="1134" w:left="90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5E6F0" w14:textId="77777777" w:rsidR="00F33C60" w:rsidRDefault="00F33C60">
      <w:pPr>
        <w:spacing w:line="240" w:lineRule="auto"/>
      </w:pPr>
      <w:r>
        <w:separator/>
      </w:r>
    </w:p>
  </w:endnote>
  <w:endnote w:type="continuationSeparator" w:id="0">
    <w:p w14:paraId="2BE0D65A" w14:textId="77777777" w:rsidR="00F33C60" w:rsidRDefault="00F33C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orbel"/>
    <w:charset w:val="00"/>
    <w:family w:val="auto"/>
    <w:pitch w:val="default"/>
    <w:sig w:usb0="00000000" w:usb1="00000000" w:usb2="00000000" w:usb3="00000000" w:csb0="0000009B" w:csb1="00000000"/>
  </w:font>
  <w:font w:name="Avenir Next Condensed">
    <w:altName w:val="Arial Narrow"/>
    <w:charset w:val="00"/>
    <w:family w:val="auto"/>
    <w:pitch w:val="default"/>
    <w:sig w:usb0="00000000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B811" w14:textId="77777777" w:rsidR="00C829CC" w:rsidRDefault="00C829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D04C53" w14:textId="77777777" w:rsidR="00C829CC" w:rsidRDefault="00C829CC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0CF893" w14:textId="77777777" w:rsidR="00C829CC" w:rsidRDefault="00C829CC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A8F2F3" w14:textId="77777777" w:rsidR="00C829CC" w:rsidRDefault="00C829CC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7D1C10" w14:textId="77777777" w:rsidR="00C829CC" w:rsidRDefault="00C829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38C7" w14:textId="77777777" w:rsidR="00C829CC" w:rsidRDefault="00C829CC">
    <w:pPr>
      <w:rPr>
        <w:rFonts w:ascii="Avenir Book" w:hAnsi="Avenir Book"/>
        <w:color w:val="808080" w:themeColor="background1" w:themeShade="80"/>
        <w:sz w:val="13"/>
        <w:szCs w:val="13"/>
      </w:rPr>
    </w:pPr>
    <w:r>
      <w:rPr>
        <w:rFonts w:ascii="Avenir Book" w:hAnsi="Avenir Book"/>
        <w:color w:val="808080" w:themeColor="background1" w:themeShade="80"/>
        <w:sz w:val="13"/>
        <w:szCs w:val="13"/>
      </w:rPr>
      <w:t>10, rue des Gaudines – 78100 Saint Germaine en Laye, France</w:t>
    </w:r>
  </w:p>
  <w:p w14:paraId="30891152" w14:textId="77777777" w:rsidR="00C829CC" w:rsidRDefault="00C829CC">
    <w:pPr>
      <w:rPr>
        <w:rFonts w:ascii="Avenir Book" w:hAnsi="Avenir Book"/>
        <w:color w:val="808080" w:themeColor="background1" w:themeShade="80"/>
        <w:sz w:val="14"/>
        <w:szCs w:val="14"/>
      </w:rPr>
    </w:pPr>
    <w:r>
      <w:rPr>
        <w:rFonts w:ascii="Avenir Book" w:hAnsi="Avenir Book"/>
        <w:color w:val="808080" w:themeColor="background1" w:themeShade="80"/>
        <w:sz w:val="13"/>
        <w:szCs w:val="13"/>
      </w:rPr>
      <w:t>Tél. +33(0)1 34 51 70 01 – Fax +33 (0)1 34 51 82 05 – contact@iala-aism.org</w:t>
    </w:r>
  </w:p>
  <w:p w14:paraId="156A4744" w14:textId="77777777" w:rsidR="00C829CC" w:rsidRDefault="00C829CC">
    <w:pPr>
      <w:rPr>
        <w:rFonts w:ascii="Avenir Book" w:hAnsi="Avenir Book"/>
        <w:b/>
        <w:color w:val="00558C"/>
        <w:sz w:val="14"/>
        <w:szCs w:val="14"/>
      </w:rPr>
    </w:pPr>
    <w:r>
      <w:rPr>
        <w:rFonts w:ascii="Avenir Book" w:hAnsi="Avenir Book"/>
        <w:b/>
        <w:color w:val="00558C"/>
        <w:sz w:val="14"/>
        <w:szCs w:val="14"/>
      </w:rPr>
      <w:t>www.iala-aism.org</w:t>
    </w:r>
  </w:p>
  <w:p w14:paraId="293CB254" w14:textId="77777777" w:rsidR="00C829CC" w:rsidRDefault="00C829CC">
    <w:pPr>
      <w:rPr>
        <w:rFonts w:ascii="Avenir Next Condensed" w:hAnsi="Avenir Next Condensed"/>
        <w:iCs/>
        <w:color w:val="00558C"/>
        <w:sz w:val="14"/>
        <w:szCs w:val="14"/>
      </w:rPr>
    </w:pPr>
    <w:r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189203F4" w14:textId="77777777" w:rsidR="00C829CC" w:rsidRDefault="00C829CC">
    <w:pPr>
      <w:pStyle w:val="Footer"/>
      <w:rPr>
        <w:sz w:val="13"/>
        <w:szCs w:val="13"/>
        <w:lang w:eastAsia="en-GB"/>
      </w:rPr>
    </w:pPr>
    <w:r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>
      <w:rPr>
        <w:noProof/>
        <w:sz w:val="13"/>
        <w:szCs w:val="13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E977DA" wp14:editId="29A7B073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7875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Connecteur droit 11" o:spid="_x0000_s1026" o:spt="20" style="position:absolute;left:0pt;margin-left:17pt;margin-top:728.3pt;height:0pt;width:561.25pt;mso-position-horizontal-relative:page;mso-position-vertical-relative:page;z-index:251669504;mso-width-relative:page;mso-height-relative:page;" filled="f" stroked="t" coordsize="21600,21600" o:gfxdata="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p8xFu2AAAAA0BAAAPAAAAAAAAAAEAIAAAACIAAABkcnMvZG93&#10;bnJldi54bWxQSwECFAAUAAAACACHTuJAmbMSMccBAACeAwAADgAAAAAAAAABACAAAAAnAQAAZHJz&#10;L2Uyb0RvYy54bWxQSwUGAAAAAAYABgBZAQAAYAUAAAAA&#10;">
              <v:fill on="f" focussize="0,0"/>
              <v:stroke weight="1pt" color="#00558C [3204]" joinstyle="round"/>
              <v:imagedata o:title=""/>
              <o:lock v:ext="edit" aspectratio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C1CF3" w14:textId="77777777" w:rsidR="00C829CC" w:rsidRDefault="00C829CC">
    <w:pPr>
      <w:pStyle w:val="Footerlandscape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B7CB84C" wp14:editId="1AB6FCCD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7875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Connecteur droit 11" o:spid="_x0000_s1026" o:spt="20" style="position:absolute;left:0pt;margin-left:22.2pt;margin-top:782.85pt;height:0pt;width:561.25pt;mso-position-horizontal-relative:page;mso-position-vertical-relative:page;z-index:251691008;mso-width-relative:page;mso-height-relative:page;" filled="f" stroked="t" coordsize="21600,21600" o:gfxdata="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Khr/dgAAAANAQAADwAAAAAAAAABACAAAAAiAAAAZHJzL2Rv&#10;d25yZXYueG1sUEsBAhQAFAAAAAgAh07iQMmLURXIAQAAngMAAA4AAAAAAAAAAQAgAAAAJwEAAGRy&#10;cy9lMm9Eb2MueG1sUEsFBgAAAAAGAAYAWQEAAGEFAAAAAA==&#10;">
              <v:fill on="f" focussize="0,0"/>
              <v:stroke weight="1pt" color="#00558C [3204]" joinstyle="round"/>
              <v:imagedata o:title=""/>
              <o:lock v:ext="edit" aspectratio="f"/>
            </v:line>
          </w:pict>
        </mc:Fallback>
      </mc:AlternateContent>
    </w:r>
  </w:p>
  <w:p w14:paraId="093F73DE" w14:textId="77777777" w:rsidR="00C829CC" w:rsidRDefault="00C829CC">
    <w:pPr>
      <w:pStyle w:val="Footerlandscape"/>
      <w:rPr>
        <w:rStyle w:val="PageNumber"/>
        <w:szCs w:val="15"/>
      </w:rPr>
    </w:pPr>
    <w:r>
      <w:rPr>
        <w:szCs w:val="15"/>
      </w:rPr>
      <w:fldChar w:fldCharType="begin"/>
    </w:r>
    <w:r>
      <w:rPr>
        <w:szCs w:val="15"/>
      </w:rPr>
      <w:instrText xml:space="preserve"> STYLEREF "Document title" \* MERGEFORMAT </w:instrText>
    </w:r>
    <w:r>
      <w:rPr>
        <w:szCs w:val="15"/>
      </w:rPr>
      <w:fldChar w:fldCharType="separate"/>
    </w:r>
    <w:r>
      <w:rPr>
        <w:b w:val="0"/>
        <w:bCs/>
        <w:szCs w:val="15"/>
        <w:lang w:val="en-US"/>
      </w:rPr>
      <w:t>Error! Use the Home tab to apply Document title to the text that you want to appear here.</w:t>
    </w:r>
    <w:r>
      <w:rPr>
        <w:szCs w:val="15"/>
      </w:rPr>
      <w:fldChar w:fldCharType="end"/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szCs w:val="15"/>
      </w:rPr>
      <w:t>1???</w:t>
    </w:r>
    <w:r>
      <w:rPr>
        <w:szCs w:val="15"/>
      </w:rPr>
      <w:fldChar w:fldCharType="end"/>
    </w:r>
    <w:r>
      <w:rPr>
        <w:szCs w:val="15"/>
      </w:rPr>
      <w:t xml:space="preserve"> –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624CBA1A" w14:textId="77777777" w:rsidR="00C829CC" w:rsidRDefault="00C829CC">
    <w:pPr>
      <w:pStyle w:val="Footerlandscape"/>
      <w:rPr>
        <w:szCs w:val="15"/>
      </w:rPr>
    </w:pPr>
    <w:r>
      <w:rPr>
        <w:szCs w:val="15"/>
      </w:rPr>
      <w:fldChar w:fldCharType="begin"/>
    </w:r>
    <w:r>
      <w:rPr>
        <w:szCs w:val="15"/>
      </w:rPr>
      <w:instrText xml:space="preserve"> STYLEREF "Edition number" \* MERGEFORMAT </w:instrText>
    </w:r>
    <w:r>
      <w:rPr>
        <w:szCs w:val="15"/>
      </w:rPr>
      <w:fldChar w:fldCharType="separate"/>
    </w:r>
    <w:r>
      <w:rPr>
        <w:szCs w:val="15"/>
      </w:rPr>
      <w:t>Edition 1.0</w:t>
    </w:r>
    <w:r>
      <w:rPr>
        <w:szCs w:val="15"/>
      </w:rPr>
      <w:fldChar w:fldCharType="end"/>
    </w:r>
    <w:r>
      <w:rPr>
        <w:szCs w:val="15"/>
      </w:rP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3</w:t>
    </w:r>
    <w:r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6F14" w14:textId="77777777" w:rsidR="00C829CC" w:rsidRDefault="00C829CC">
    <w:pPr>
      <w:pStyle w:val="Footer"/>
      <w:rPr>
        <w:sz w:val="15"/>
        <w:szCs w:val="15"/>
      </w:rPr>
    </w:pPr>
  </w:p>
  <w:p w14:paraId="77FE07D6" w14:textId="77777777" w:rsidR="00C829CC" w:rsidRDefault="00C829CC">
    <w:pPr>
      <w:pStyle w:val="Footerportrait"/>
    </w:pPr>
  </w:p>
  <w:p w14:paraId="677F9812" w14:textId="2A16B1BD" w:rsidR="00C829CC" w:rsidRDefault="00EA1F3C">
    <w:pPr>
      <w:pStyle w:val="Footerportrait"/>
      <w:rPr>
        <w:rStyle w:val="PageNumber"/>
        <w:szCs w:val="15"/>
      </w:rPr>
    </w:pPr>
    <w:r>
      <w:rPr>
        <w:noProof/>
      </w:rPr>
      <w:fldChar w:fldCharType="begin"/>
    </w:r>
    <w:r>
      <w:rPr>
        <w:noProof/>
      </w:rPr>
      <w:instrText xml:space="preserve"> STYLEREF "Document type" \* MERGEFORMAT </w:instrText>
    </w:r>
    <w:r>
      <w:rPr>
        <w:noProof/>
      </w:rPr>
      <w:fldChar w:fldCharType="separate"/>
    </w:r>
    <w:r w:rsidR="00A90556">
      <w:rPr>
        <w:noProof/>
      </w:rPr>
      <w:t>IALA Guideline</w:t>
    </w:r>
    <w:r>
      <w:rPr>
        <w:noProof/>
      </w:rPr>
      <w:fldChar w:fldCharType="end"/>
    </w:r>
    <w:r w:rsidR="00C829CC">
      <w:t xml:space="preserve"> </w:t>
    </w:r>
    <w:r>
      <w:rPr>
        <w:noProof/>
      </w:rPr>
      <w:fldChar w:fldCharType="begin"/>
    </w:r>
    <w:r>
      <w:rPr>
        <w:noProof/>
      </w:rPr>
      <w:instrText xml:space="preserve"> STYLEREF "Document number" \* MERGEFORMAT </w:instrText>
    </w:r>
    <w:r>
      <w:rPr>
        <w:noProof/>
      </w:rPr>
      <w:fldChar w:fldCharType="separate"/>
    </w:r>
    <w:r w:rsidR="00A90556">
      <w:rPr>
        <w:noProof/>
      </w:rPr>
      <w:t>XXXX</w:t>
    </w:r>
    <w:r>
      <w:rPr>
        <w:noProof/>
      </w:rPr>
      <w:fldChar w:fldCharType="end"/>
    </w:r>
    <w:r w:rsidR="00C829CC">
      <w:t xml:space="preserve"> – </w:t>
    </w:r>
    <w:r>
      <w:rPr>
        <w:rFonts w:ascii="SimSun" w:eastAsia="SimSun" w:hAnsi="SimSun" w:cs="SimSun"/>
        <w:noProof/>
      </w:rPr>
      <w:fldChar w:fldCharType="begin"/>
    </w:r>
    <w:r>
      <w:rPr>
        <w:rFonts w:ascii="SimSun" w:eastAsia="SimSun" w:hAnsi="SimSun" w:cs="SimSun"/>
        <w:noProof/>
      </w:rPr>
      <w:instrText xml:space="preserve"> STYLEREF "Document name" \* MERGEFORMAT </w:instrText>
    </w:r>
    <w:r>
      <w:rPr>
        <w:rFonts w:ascii="SimSun" w:eastAsia="SimSun" w:hAnsi="SimSun" w:cs="SimSun"/>
        <w:noProof/>
      </w:rPr>
      <w:fldChar w:fldCharType="separate"/>
    </w:r>
    <w:r w:rsidR="00A90556">
      <w:rPr>
        <w:rFonts w:ascii="SimSun" w:eastAsia="SimSun" w:hAnsi="SimSun" w:cs="SimSun"/>
        <w:b w:val="0"/>
        <w:bCs/>
        <w:noProof/>
      </w:rPr>
      <w:t>Error! No text of specified style in document.</w:t>
    </w:r>
    <w:r>
      <w:rPr>
        <w:rFonts w:ascii="SimSun" w:eastAsia="SimSun" w:hAnsi="SimSun" w:cs="SimSun"/>
        <w:noProof/>
      </w:rPr>
      <w:fldChar w:fldCharType="end"/>
    </w:r>
  </w:p>
  <w:p w14:paraId="24F9EA25" w14:textId="3A90C2B7" w:rsidR="00C829CC" w:rsidRDefault="00EA1F3C">
    <w:pPr>
      <w:pStyle w:val="Footerportrait"/>
    </w:pPr>
    <w:r>
      <w:rPr>
        <w:noProof/>
      </w:rPr>
      <w:fldChar w:fldCharType="begin"/>
    </w:r>
    <w:r>
      <w:rPr>
        <w:noProof/>
      </w:rPr>
      <w:instrText xml:space="preserve"> STYLEREF "Edition number" \* MERGEFORMAT </w:instrText>
    </w:r>
    <w:r>
      <w:rPr>
        <w:noProof/>
      </w:rPr>
      <w:fldChar w:fldCharType="separate"/>
    </w:r>
    <w:r w:rsidR="00A90556">
      <w:rPr>
        <w:noProof/>
      </w:rPr>
      <w:t>Edition 1.0</w:t>
    </w:r>
    <w:r>
      <w:rPr>
        <w:noProof/>
      </w:rPr>
      <w:fldChar w:fldCharType="end"/>
    </w:r>
    <w:r w:rsidR="00C829CC">
      <w:t xml:space="preserve">  </w:t>
    </w:r>
    <w:r>
      <w:rPr>
        <w:noProof/>
      </w:rPr>
      <w:fldChar w:fldCharType="begin"/>
    </w:r>
    <w:r>
      <w:rPr>
        <w:noProof/>
      </w:rPr>
      <w:instrText xml:space="preserve"> STYLEREF "Document date" \* MERGEFORMAT </w:instrText>
    </w:r>
    <w:r>
      <w:rPr>
        <w:noProof/>
      </w:rPr>
      <w:fldChar w:fldCharType="separate"/>
    </w:r>
    <w:r w:rsidR="00A90556">
      <w:rPr>
        <w:noProof/>
      </w:rPr>
      <w:t>Document date</w:t>
    </w:r>
    <w:r>
      <w:rPr>
        <w:noProof/>
      </w:rPr>
      <w:fldChar w:fldCharType="end"/>
    </w:r>
    <w:r w:rsidR="00C829CC">
      <w:tab/>
      <w:t xml:space="preserve">P </w:t>
    </w:r>
    <w:r w:rsidR="00C829CC">
      <w:rPr>
        <w:rStyle w:val="PageNumber"/>
        <w:szCs w:val="15"/>
      </w:rPr>
      <w:fldChar w:fldCharType="begin"/>
    </w:r>
    <w:r w:rsidR="00C829CC">
      <w:rPr>
        <w:rStyle w:val="PageNumber"/>
        <w:szCs w:val="15"/>
      </w:rPr>
      <w:instrText xml:space="preserve">PAGE  </w:instrText>
    </w:r>
    <w:r w:rsidR="00C829CC">
      <w:rPr>
        <w:rStyle w:val="PageNumber"/>
        <w:szCs w:val="15"/>
      </w:rPr>
      <w:fldChar w:fldCharType="separate"/>
    </w:r>
    <w:r w:rsidR="00F51543">
      <w:rPr>
        <w:rStyle w:val="PageNumber"/>
        <w:noProof/>
        <w:szCs w:val="15"/>
      </w:rPr>
      <w:t>2</w:t>
    </w:r>
    <w:r w:rsidR="00C829CC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8788" w14:textId="1C136A0C" w:rsidR="00C829CC" w:rsidRDefault="00EA1F3C">
    <w:pPr>
      <w:pStyle w:val="Footerportrait"/>
      <w:rPr>
        <w:rStyle w:val="PageNumber"/>
        <w:szCs w:val="15"/>
      </w:rPr>
    </w:pPr>
    <w:r>
      <w:rPr>
        <w:noProof/>
      </w:rPr>
      <w:fldChar w:fldCharType="begin"/>
    </w:r>
    <w:r>
      <w:rPr>
        <w:noProof/>
      </w:rPr>
      <w:instrText xml:space="preserve"> STYLEREF "Document type" \* MERGEFORMAT </w:instrText>
    </w:r>
    <w:r>
      <w:rPr>
        <w:noProof/>
      </w:rPr>
      <w:fldChar w:fldCharType="separate"/>
    </w:r>
    <w:r w:rsidR="00A90556">
      <w:rPr>
        <w:noProof/>
      </w:rPr>
      <w:t>IALA Guideline</w:t>
    </w:r>
    <w:r>
      <w:rPr>
        <w:noProof/>
      </w:rPr>
      <w:fldChar w:fldCharType="end"/>
    </w:r>
    <w:r w:rsidR="00C829CC">
      <w:t xml:space="preserve"> </w:t>
    </w:r>
    <w:r>
      <w:rPr>
        <w:noProof/>
      </w:rPr>
      <w:fldChar w:fldCharType="begin"/>
    </w:r>
    <w:r>
      <w:rPr>
        <w:noProof/>
      </w:rPr>
      <w:instrText xml:space="preserve"> STYLEREF "Document number" \* MERGEFORMAT </w:instrText>
    </w:r>
    <w:r>
      <w:rPr>
        <w:noProof/>
      </w:rPr>
      <w:fldChar w:fldCharType="separate"/>
    </w:r>
    <w:r w:rsidR="00A90556">
      <w:rPr>
        <w:noProof/>
      </w:rPr>
      <w:t>XXXX</w:t>
    </w:r>
    <w:r>
      <w:rPr>
        <w:noProof/>
      </w:rPr>
      <w:fldChar w:fldCharType="end"/>
    </w:r>
    <w:r w:rsidR="00C829CC">
      <w:t xml:space="preserve"> – </w:t>
    </w:r>
    <w:r>
      <w:rPr>
        <w:rFonts w:ascii="SimSun" w:eastAsia="SimSun" w:hAnsi="SimSun" w:cs="SimSun"/>
        <w:noProof/>
      </w:rPr>
      <w:fldChar w:fldCharType="begin"/>
    </w:r>
    <w:r>
      <w:rPr>
        <w:rFonts w:ascii="SimSun" w:eastAsia="SimSun" w:hAnsi="SimSun" w:cs="SimSun"/>
        <w:noProof/>
      </w:rPr>
      <w:instrText xml:space="preserve"> STYLEREF "Document name" \* MERGEFORMAT </w:instrText>
    </w:r>
    <w:r>
      <w:rPr>
        <w:rFonts w:ascii="SimSun" w:eastAsia="SimSun" w:hAnsi="SimSun" w:cs="SimSun"/>
        <w:noProof/>
      </w:rPr>
      <w:fldChar w:fldCharType="separate"/>
    </w:r>
    <w:r w:rsidR="00A90556">
      <w:rPr>
        <w:rFonts w:ascii="SimSun" w:eastAsia="SimSun" w:hAnsi="SimSun" w:cs="SimSun"/>
        <w:b w:val="0"/>
        <w:bCs/>
        <w:noProof/>
      </w:rPr>
      <w:t>Error! No text of specified style in document.</w:t>
    </w:r>
    <w:r>
      <w:rPr>
        <w:rFonts w:ascii="SimSun" w:eastAsia="SimSun" w:hAnsi="SimSun" w:cs="SimSun"/>
        <w:noProof/>
      </w:rPr>
      <w:fldChar w:fldCharType="end"/>
    </w:r>
  </w:p>
  <w:p w14:paraId="73525FB8" w14:textId="629E6976" w:rsidR="00C829CC" w:rsidRDefault="00EA1F3C">
    <w:pPr>
      <w:pStyle w:val="Footerportrait"/>
      <w:tabs>
        <w:tab w:val="clear" w:pos="10206"/>
        <w:tab w:val="right" w:pos="15137"/>
      </w:tabs>
    </w:pPr>
    <w:r>
      <w:rPr>
        <w:noProof/>
      </w:rPr>
      <w:fldChar w:fldCharType="begin"/>
    </w:r>
    <w:r>
      <w:rPr>
        <w:noProof/>
      </w:rPr>
      <w:instrText xml:space="preserve"> STYLEREF "Edition number" \* MERGEFORMAT </w:instrText>
    </w:r>
    <w:r>
      <w:rPr>
        <w:noProof/>
      </w:rPr>
      <w:fldChar w:fldCharType="separate"/>
    </w:r>
    <w:r w:rsidR="00A90556">
      <w:rPr>
        <w:noProof/>
      </w:rPr>
      <w:t>Edition 1.0</w:t>
    </w:r>
    <w:r>
      <w:rPr>
        <w:noProof/>
      </w:rPr>
      <w:fldChar w:fldCharType="end"/>
    </w:r>
    <w:r w:rsidR="00C829CC">
      <w:t xml:space="preserve">  </w:t>
    </w:r>
    <w:r>
      <w:rPr>
        <w:noProof/>
      </w:rPr>
      <w:fldChar w:fldCharType="begin"/>
    </w:r>
    <w:r>
      <w:rPr>
        <w:noProof/>
      </w:rPr>
      <w:instrText xml:space="preserve"> STYLEREF "Document date" \* MERGEFORMAT </w:instrText>
    </w:r>
    <w:r>
      <w:rPr>
        <w:noProof/>
      </w:rPr>
      <w:fldChar w:fldCharType="separate"/>
    </w:r>
    <w:r w:rsidR="00A90556">
      <w:rPr>
        <w:noProof/>
      </w:rPr>
      <w:t>Document date</w:t>
    </w:r>
    <w:r>
      <w:rPr>
        <w:noProof/>
      </w:rPr>
      <w:fldChar w:fldCharType="end"/>
    </w:r>
    <w:r w:rsidR="00C829CC">
      <w:tab/>
    </w:r>
    <w:r w:rsidR="00C829CC">
      <w:rPr>
        <w:rStyle w:val="PageNumber"/>
        <w:szCs w:val="15"/>
      </w:rPr>
      <w:t xml:space="preserve">P </w:t>
    </w:r>
    <w:r w:rsidR="00C829CC">
      <w:rPr>
        <w:rStyle w:val="PageNumber"/>
        <w:szCs w:val="15"/>
      </w:rPr>
      <w:fldChar w:fldCharType="begin"/>
    </w:r>
    <w:r w:rsidR="00C829CC">
      <w:rPr>
        <w:rStyle w:val="PageNumber"/>
        <w:szCs w:val="15"/>
      </w:rPr>
      <w:instrText xml:space="preserve">PAGE  </w:instrText>
    </w:r>
    <w:r w:rsidR="00C829CC">
      <w:rPr>
        <w:rStyle w:val="PageNumber"/>
        <w:szCs w:val="15"/>
      </w:rPr>
      <w:fldChar w:fldCharType="separate"/>
    </w:r>
    <w:r w:rsidR="00F51543">
      <w:rPr>
        <w:rStyle w:val="PageNumber"/>
        <w:noProof/>
        <w:szCs w:val="15"/>
      </w:rPr>
      <w:t>4</w:t>
    </w:r>
    <w:r w:rsidR="00C829CC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82D2C" w14:textId="77777777" w:rsidR="00F33C60" w:rsidRDefault="00F33C60">
      <w:pPr>
        <w:spacing w:line="240" w:lineRule="auto"/>
      </w:pPr>
      <w:r>
        <w:separator/>
      </w:r>
    </w:p>
  </w:footnote>
  <w:footnote w:type="continuationSeparator" w:id="0">
    <w:p w14:paraId="1A37D57D" w14:textId="77777777" w:rsidR="00F33C60" w:rsidRDefault="00F33C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08D8" w14:textId="77777777" w:rsidR="00C829CC" w:rsidRDefault="00A90556">
    <w:pPr>
      <w:pStyle w:val="Header"/>
    </w:pPr>
    <w:r>
      <w:pict w14:anchorId="7858BD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1" type="#_x0000_t136" style="position:absolute;margin-left:0;margin-top:0;width:604.45pt;height:54.95pt;rotation:315;z-index:-251615232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EA9BD" w14:textId="73078EF4" w:rsidR="00C829CC" w:rsidRDefault="00A90556">
    <w:pPr>
      <w:pStyle w:val="Header"/>
      <w:jc w:val="right"/>
      <w:rPr>
        <w:rFonts w:eastAsia="SimSun"/>
        <w:lang w:val="en-US" w:eastAsia="zh-CN"/>
      </w:rPr>
    </w:pPr>
    <w:r>
      <w:pict w14:anchorId="7F7AF7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0" type="#_x0000_t136" style="position:absolute;left:0;text-align:left;margin-left:0;margin-top:0;width:604.45pt;height:54.95pt;rotation:315;z-index:-25161728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C829CC">
      <w:rPr>
        <w:noProof/>
        <w:lang w:val="en-US" w:eastAsia="zh-CN"/>
      </w:rPr>
      <w:drawing>
        <wp:anchor distT="0" distB="0" distL="114300" distR="114300" simplePos="0" relativeHeight="251657216" behindDoc="1" locked="0" layoutInCell="1" allowOverlap="1" wp14:anchorId="2B7B9151" wp14:editId="3E82AD9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400" cy="144018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29CC">
      <w:t>VTS</w:t>
    </w:r>
    <w:r w:rsidR="00C829CC">
      <w:rPr>
        <w:rFonts w:eastAsia="SimSun" w:hint="eastAsia"/>
        <w:lang w:val="en-US" w:eastAsia="zh-CN"/>
      </w:rPr>
      <w:t>51</w:t>
    </w:r>
    <w:r w:rsidR="00C829CC">
      <w:t>-</w:t>
    </w:r>
    <w:r>
      <w:t>7.3.2.1</w:t>
    </w:r>
  </w:p>
  <w:p w14:paraId="42F2861C" w14:textId="77777777" w:rsidR="00C829CC" w:rsidRDefault="00C829CC">
    <w:pPr>
      <w:pStyle w:val="Header"/>
    </w:pPr>
  </w:p>
  <w:p w14:paraId="6D0FC0D4" w14:textId="77777777" w:rsidR="00C829CC" w:rsidRDefault="00C829CC">
    <w:pPr>
      <w:pStyle w:val="Header"/>
    </w:pPr>
  </w:p>
  <w:p w14:paraId="10656AFF" w14:textId="77777777" w:rsidR="00C829CC" w:rsidRDefault="00C829CC">
    <w:pPr>
      <w:pStyle w:val="Header"/>
    </w:pPr>
  </w:p>
  <w:p w14:paraId="1DC6745B" w14:textId="77777777" w:rsidR="00C829CC" w:rsidRDefault="00C829CC">
    <w:pPr>
      <w:pStyle w:val="Header"/>
    </w:pPr>
  </w:p>
  <w:p w14:paraId="616A97FB" w14:textId="77777777" w:rsidR="00C829CC" w:rsidRDefault="00C829CC">
    <w:pPr>
      <w:pStyle w:val="Header"/>
    </w:pPr>
  </w:p>
  <w:p w14:paraId="5155589E" w14:textId="77777777" w:rsidR="00C829CC" w:rsidRDefault="00C829CC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56192" behindDoc="1" locked="0" layoutInCell="1" allowOverlap="1" wp14:anchorId="36493EAF" wp14:editId="32F6A374">
          <wp:simplePos x="0" y="0"/>
          <wp:positionH relativeFrom="page">
            <wp:posOffset>0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357678" w14:textId="77777777" w:rsidR="00C829CC" w:rsidRDefault="00C829CC">
    <w:pPr>
      <w:pStyle w:val="Header"/>
    </w:pPr>
  </w:p>
  <w:p w14:paraId="680EC7F6" w14:textId="77777777" w:rsidR="00C829CC" w:rsidRDefault="00C829CC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C004" w14:textId="77777777" w:rsidR="00C829CC" w:rsidRDefault="00A90556">
    <w:pPr>
      <w:pStyle w:val="Header"/>
    </w:pPr>
    <w:r>
      <w:pict w14:anchorId="212905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49" type="#_x0000_t136" style="position:absolute;margin-left:0;margin-top:0;width:604.45pt;height:54.95pt;rotation:315;z-index:-251613184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C829CC">
      <w:rPr>
        <w:noProof/>
        <w:lang w:val="en-US" w:eastAsia="zh-CN"/>
      </w:rPr>
      <w:drawing>
        <wp:anchor distT="0" distB="0" distL="114300" distR="114300" simplePos="0" relativeHeight="251688960" behindDoc="1" locked="0" layoutInCell="1" allowOverlap="1" wp14:anchorId="3DD1EFAF" wp14:editId="39E4D99A">
          <wp:simplePos x="0" y="0"/>
          <wp:positionH relativeFrom="page">
            <wp:posOffset>6827520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7E2AC1" w14:textId="77777777" w:rsidR="00C829CC" w:rsidRDefault="00C829CC">
    <w:pPr>
      <w:pStyle w:val="Header"/>
    </w:pPr>
  </w:p>
  <w:p w14:paraId="3B3AE4A9" w14:textId="77777777" w:rsidR="00C829CC" w:rsidRDefault="00C829C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8654" w14:textId="77777777" w:rsidR="00C829CC" w:rsidRDefault="00A90556">
    <w:pPr>
      <w:pStyle w:val="Header"/>
    </w:pPr>
    <w:r>
      <w:pict w14:anchorId="790CF8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054" type="#_x0000_t136" style="position:absolute;margin-left:0;margin-top:0;width:604.45pt;height:54.95pt;rotation:315;z-index:-251609088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9DA19" w14:textId="77777777" w:rsidR="00C829CC" w:rsidRDefault="00A90556">
    <w:pPr>
      <w:pStyle w:val="Header"/>
    </w:pPr>
    <w:r>
      <w:pict w14:anchorId="01B935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053" type="#_x0000_t136" style="position:absolute;margin-left:0;margin-top:0;width:604.45pt;height:54.95pt;rotation:315;z-index:-251611136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C829CC"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 wp14:anchorId="39386C23" wp14:editId="44994E3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C0E2E6" w14:textId="77777777" w:rsidR="00C829CC" w:rsidRDefault="00C829CC">
    <w:pPr>
      <w:pStyle w:val="Header"/>
    </w:pPr>
  </w:p>
  <w:p w14:paraId="35CD6819" w14:textId="77777777" w:rsidR="00C829CC" w:rsidRDefault="00C829CC">
    <w:pPr>
      <w:pStyle w:val="Header"/>
    </w:pPr>
  </w:p>
  <w:p w14:paraId="241F590E" w14:textId="77777777" w:rsidR="00C829CC" w:rsidRDefault="00C829CC">
    <w:pPr>
      <w:pStyle w:val="Header"/>
    </w:pPr>
  </w:p>
  <w:p w14:paraId="61A83CFC" w14:textId="77777777" w:rsidR="00C829CC" w:rsidRDefault="00C829CC">
    <w:pPr>
      <w:pStyle w:val="Header"/>
    </w:pPr>
  </w:p>
  <w:p w14:paraId="0E3873A8" w14:textId="77777777" w:rsidR="00C829CC" w:rsidRDefault="00C829CC">
    <w:pPr>
      <w:pStyle w:val="Contents"/>
    </w:pPr>
    <w:r>
      <w:t>DOCUMENT HISTORY</w:t>
    </w:r>
  </w:p>
  <w:p w14:paraId="26B99AEC" w14:textId="77777777" w:rsidR="00C829CC" w:rsidRDefault="00C829CC">
    <w:pPr>
      <w:pStyle w:val="Header"/>
    </w:pPr>
  </w:p>
  <w:p w14:paraId="39790DA0" w14:textId="77777777" w:rsidR="00C829CC" w:rsidRDefault="00C829CC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AD2EE" w14:textId="77777777" w:rsidR="00C829CC" w:rsidRDefault="00A90556">
    <w:pPr>
      <w:pStyle w:val="Header"/>
    </w:pPr>
    <w:r>
      <w:pict w14:anchorId="48595F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" o:spid="_x0000_s2052" type="#_x0000_t136" style="position:absolute;margin-left:0;margin-top:0;width:604.45pt;height:54.95pt;rotation:315;z-index:-25160704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AADD" w14:textId="77777777" w:rsidR="00C829CC" w:rsidRDefault="00A90556">
    <w:pPr>
      <w:pStyle w:val="Header"/>
    </w:pPr>
    <w:r>
      <w:pict w14:anchorId="27A815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057" type="#_x0000_t136" style="position:absolute;margin-left:0;margin-top:0;width:604.45pt;height:54.95pt;rotation:315;z-index:-251584512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5390" w14:textId="77777777" w:rsidR="00C829CC" w:rsidRDefault="00C829CC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735040" behindDoc="1" locked="0" layoutInCell="1" allowOverlap="1" wp14:anchorId="765F2D92" wp14:editId="3C642483">
          <wp:simplePos x="0" y="0"/>
          <wp:positionH relativeFrom="page">
            <wp:posOffset>6839585</wp:posOffset>
          </wp:positionH>
          <wp:positionV relativeFrom="page">
            <wp:posOffset>0</wp:posOffset>
          </wp:positionV>
          <wp:extent cx="720090" cy="720090"/>
          <wp:effectExtent l="0" t="0" r="3810" b="3810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0556">
      <w:pict w14:anchorId="68D99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056" type="#_x0000_t136" style="position:absolute;margin-left:0;margin-top:0;width:604.45pt;height:54.95pt;rotation:315;z-index:-25158656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>
      <w:rPr>
        <w:noProof/>
        <w:lang w:val="en-US" w:eastAsia="zh-CN"/>
      </w:rPr>
      <w:drawing>
        <wp:anchor distT="0" distB="0" distL="114300" distR="114300" simplePos="0" relativeHeight="251678720" behindDoc="1" locked="0" layoutInCell="1" allowOverlap="1" wp14:anchorId="7E06F921" wp14:editId="6C905DE6">
          <wp:simplePos x="0" y="0"/>
          <wp:positionH relativeFrom="page">
            <wp:posOffset>9991090</wp:posOffset>
          </wp:positionH>
          <wp:positionV relativeFrom="page">
            <wp:posOffset>1270</wp:posOffset>
          </wp:positionV>
          <wp:extent cx="720090" cy="72009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FDA51" w14:textId="77777777" w:rsidR="00C829CC" w:rsidRDefault="00A90556">
    <w:pPr>
      <w:pStyle w:val="Header"/>
    </w:pPr>
    <w:r>
      <w:pict w14:anchorId="796F24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" o:spid="_x0000_s2055" type="#_x0000_t136" style="position:absolute;margin-left:0;margin-top:0;width:604.45pt;height:54.95pt;rotation:315;z-index:-251582464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00237601"/>
    <w:lvl w:ilvl="0">
      <w:start w:val="1"/>
      <w:numFmt w:val="decimal"/>
      <w:pStyle w:val="AnnexHHead1"/>
      <w:lvlText w:val="H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3AE68A3"/>
    <w:lvl w:ilvl="0">
      <w:start w:val="1"/>
      <w:numFmt w:val="decimal"/>
      <w:pStyle w:val="AnnexCHead1"/>
      <w:lvlText w:val="C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EC10F5"/>
    <w:multiLevelType w:val="multilevel"/>
    <w:tmpl w:val="0BEC10F5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left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C1402D6"/>
    <w:multiLevelType w:val="multilevel"/>
    <w:tmpl w:val="0C1402D6"/>
    <w:lvl w:ilvl="0">
      <w:start w:val="1"/>
      <w:numFmt w:val="decimal"/>
      <w:pStyle w:val="AnnexMHead1"/>
      <w:lvlText w:val="M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67A0111"/>
    <w:multiLevelType w:val="multilevel"/>
    <w:tmpl w:val="167A0111"/>
    <w:lvl w:ilvl="0">
      <w:start w:val="1"/>
      <w:numFmt w:val="decimal"/>
      <w:pStyle w:val="AnnexFHead1"/>
      <w:lvlText w:val="F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33ADB"/>
    <w:multiLevelType w:val="multilevel"/>
    <w:tmpl w:val="16E33ADB"/>
    <w:lvl w:ilvl="0">
      <w:start w:val="1"/>
      <w:numFmt w:val="decimal"/>
      <w:pStyle w:val="AnnexEHead1"/>
      <w:lvlText w:val="E %1"/>
      <w:lvlJc w:val="left"/>
      <w:pPr>
        <w:tabs>
          <w:tab w:val="left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729EC"/>
    <w:multiLevelType w:val="multilevel"/>
    <w:tmpl w:val="1F3729EC"/>
    <w:lvl w:ilvl="0">
      <w:start w:val="1"/>
      <w:numFmt w:val="decimal"/>
      <w:pStyle w:val="TableList11"/>
      <w:lvlText w:val="%1"/>
      <w:lvlJc w:val="left"/>
      <w:pPr>
        <w:tabs>
          <w:tab w:val="left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6885EB9"/>
    <w:multiLevelType w:val="multilevel"/>
    <w:tmpl w:val="26885EB9"/>
    <w:lvl w:ilvl="0">
      <w:start w:val="1"/>
      <w:numFmt w:val="decimal"/>
      <w:pStyle w:val="AnnexJHead1"/>
      <w:lvlText w:val="J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5A40BA9"/>
    <w:multiLevelType w:val="multilevel"/>
    <w:tmpl w:val="35A40BA9"/>
    <w:lvl w:ilvl="0">
      <w:start w:val="1"/>
      <w:numFmt w:val="decimal"/>
      <w:pStyle w:val="AnnexIHead1"/>
      <w:lvlText w:val="I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6301AE"/>
    <w:multiLevelType w:val="multilevel"/>
    <w:tmpl w:val="376301AE"/>
    <w:lvl w:ilvl="0">
      <w:start w:val="1"/>
      <w:numFmt w:val="decimal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7C24AB"/>
    <w:multiLevelType w:val="multilevel"/>
    <w:tmpl w:val="3C7C24AB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66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D966146"/>
    <w:multiLevelType w:val="multilevel"/>
    <w:tmpl w:val="3D966146"/>
    <w:lvl w:ilvl="0">
      <w:start w:val="1"/>
      <w:numFmt w:val="decimal"/>
      <w:pStyle w:val="AnnexDHead1"/>
      <w:lvlText w:val="D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singl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590560E"/>
    <w:multiLevelType w:val="multilevel"/>
    <w:tmpl w:val="4590560E"/>
    <w:lvl w:ilvl="0">
      <w:start w:val="1"/>
      <w:numFmt w:val="decimal"/>
      <w:pStyle w:val="AnnexBHead1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271A2"/>
    <w:multiLevelType w:val="multilevel"/>
    <w:tmpl w:val="56E271A2"/>
    <w:lvl w:ilvl="0">
      <w:start w:val="1"/>
      <w:numFmt w:val="decimal"/>
      <w:pStyle w:val="AnnexKHead1"/>
      <w:lvlText w:val="K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72006"/>
    <w:multiLevelType w:val="multilevel"/>
    <w:tmpl w:val="57872006"/>
    <w:lvl w:ilvl="0">
      <w:start w:val="1"/>
      <w:numFmt w:val="decimal"/>
      <w:lvlText w:val="E %1"/>
      <w:lvlJc w:val="left"/>
      <w:pPr>
        <w:tabs>
          <w:tab w:val="left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D1241D2"/>
    <w:multiLevelType w:val="multilevel"/>
    <w:tmpl w:val="5D1241D2"/>
    <w:lvl w:ilvl="0">
      <w:start w:val="1"/>
      <w:numFmt w:val="decimal"/>
      <w:pStyle w:val="AnnexLHead1"/>
      <w:lvlText w:val="L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F6A7417"/>
    <w:multiLevelType w:val="multilevel"/>
    <w:tmpl w:val="6F6A7417"/>
    <w:lvl w:ilvl="0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65365"/>
    <w:multiLevelType w:val="multilevel"/>
    <w:tmpl w:val="77B65365"/>
    <w:lvl w:ilvl="0">
      <w:start w:val="1"/>
      <w:numFmt w:val="decimal"/>
      <w:pStyle w:val="List1"/>
      <w:lvlText w:val="%1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left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83E354F"/>
    <w:multiLevelType w:val="multilevel"/>
    <w:tmpl w:val="783E354F"/>
    <w:lvl w:ilvl="0">
      <w:start w:val="1"/>
      <w:numFmt w:val="decimal"/>
      <w:pStyle w:val="AnnexGHead1"/>
      <w:lvlText w:val="G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3"/>
  </w:num>
  <w:num w:numId="4">
    <w:abstractNumId w:val="31"/>
  </w:num>
  <w:num w:numId="5">
    <w:abstractNumId w:val="3"/>
  </w:num>
  <w:num w:numId="6">
    <w:abstractNumId w:val="6"/>
  </w:num>
  <w:num w:numId="7">
    <w:abstractNumId w:val="16"/>
  </w:num>
  <w:num w:numId="8">
    <w:abstractNumId w:val="5"/>
  </w:num>
  <w:num w:numId="9">
    <w:abstractNumId w:val="11"/>
  </w:num>
  <w:num w:numId="10">
    <w:abstractNumId w:val="7"/>
  </w:num>
  <w:num w:numId="11">
    <w:abstractNumId w:val="29"/>
  </w:num>
  <w:num w:numId="12">
    <w:abstractNumId w:val="28"/>
  </w:num>
  <w:num w:numId="13">
    <w:abstractNumId w:val="21"/>
  </w:num>
  <w:num w:numId="14">
    <w:abstractNumId w:val="15"/>
  </w:num>
  <w:num w:numId="15">
    <w:abstractNumId w:val="27"/>
  </w:num>
  <w:num w:numId="16">
    <w:abstractNumId w:val="13"/>
  </w:num>
  <w:num w:numId="17">
    <w:abstractNumId w:val="22"/>
  </w:num>
  <w:num w:numId="18">
    <w:abstractNumId w:val="18"/>
  </w:num>
  <w:num w:numId="19">
    <w:abstractNumId w:val="10"/>
  </w:num>
  <w:num w:numId="20">
    <w:abstractNumId w:val="2"/>
  </w:num>
  <w:num w:numId="21">
    <w:abstractNumId w:val="20"/>
  </w:num>
  <w:num w:numId="22">
    <w:abstractNumId w:val="9"/>
  </w:num>
  <w:num w:numId="23">
    <w:abstractNumId w:val="25"/>
  </w:num>
  <w:num w:numId="24">
    <w:abstractNumId w:val="8"/>
  </w:num>
  <w:num w:numId="25">
    <w:abstractNumId w:val="30"/>
  </w:num>
  <w:num w:numId="26">
    <w:abstractNumId w:val="1"/>
  </w:num>
  <w:num w:numId="27">
    <w:abstractNumId w:val="17"/>
  </w:num>
  <w:num w:numId="28">
    <w:abstractNumId w:val="14"/>
  </w:num>
  <w:num w:numId="29">
    <w:abstractNumId w:val="24"/>
  </w:num>
  <w:num w:numId="30">
    <w:abstractNumId w:val="26"/>
  </w:num>
  <w:num w:numId="31">
    <w:abstractNumId w:val="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79A"/>
    <w:rsid w:val="0001616D"/>
    <w:rsid w:val="00016839"/>
    <w:rsid w:val="00016C7B"/>
    <w:rsid w:val="000174F9"/>
    <w:rsid w:val="000249C2"/>
    <w:rsid w:val="000258F6"/>
    <w:rsid w:val="000379A7"/>
    <w:rsid w:val="00040EB8"/>
    <w:rsid w:val="000439A4"/>
    <w:rsid w:val="00044293"/>
    <w:rsid w:val="000472F8"/>
    <w:rsid w:val="0005449E"/>
    <w:rsid w:val="00057699"/>
    <w:rsid w:val="00057B6D"/>
    <w:rsid w:val="00061A7B"/>
    <w:rsid w:val="00061C1D"/>
    <w:rsid w:val="00067856"/>
    <w:rsid w:val="0008654C"/>
    <w:rsid w:val="000904ED"/>
    <w:rsid w:val="00091545"/>
    <w:rsid w:val="000A27A8"/>
    <w:rsid w:val="000B2356"/>
    <w:rsid w:val="000C711B"/>
    <w:rsid w:val="000D2431"/>
    <w:rsid w:val="000E3633"/>
    <w:rsid w:val="000E3954"/>
    <w:rsid w:val="000E3E52"/>
    <w:rsid w:val="000F0F9F"/>
    <w:rsid w:val="000F3F43"/>
    <w:rsid w:val="000F58ED"/>
    <w:rsid w:val="00110865"/>
    <w:rsid w:val="00113D5B"/>
    <w:rsid w:val="00113F8F"/>
    <w:rsid w:val="00122EBD"/>
    <w:rsid w:val="001349DB"/>
    <w:rsid w:val="00135AEB"/>
    <w:rsid w:val="00136E58"/>
    <w:rsid w:val="00152A5B"/>
    <w:rsid w:val="001547F9"/>
    <w:rsid w:val="001607D8"/>
    <w:rsid w:val="00160ECB"/>
    <w:rsid w:val="00161325"/>
    <w:rsid w:val="0017187B"/>
    <w:rsid w:val="00184427"/>
    <w:rsid w:val="00184C2E"/>
    <w:rsid w:val="001875B1"/>
    <w:rsid w:val="001A777B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201337"/>
    <w:rsid w:val="002022EA"/>
    <w:rsid w:val="002044E9"/>
    <w:rsid w:val="00205B17"/>
    <w:rsid w:val="00205D9B"/>
    <w:rsid w:val="002204DA"/>
    <w:rsid w:val="00222D4C"/>
    <w:rsid w:val="0022371A"/>
    <w:rsid w:val="00237785"/>
    <w:rsid w:val="0024184C"/>
    <w:rsid w:val="00246AF2"/>
    <w:rsid w:val="00251FB9"/>
    <w:rsid w:val="002520AD"/>
    <w:rsid w:val="0025660A"/>
    <w:rsid w:val="00257DF8"/>
    <w:rsid w:val="00257E4A"/>
    <w:rsid w:val="0026038D"/>
    <w:rsid w:val="0027175D"/>
    <w:rsid w:val="00276585"/>
    <w:rsid w:val="0028314D"/>
    <w:rsid w:val="00290270"/>
    <w:rsid w:val="0029793F"/>
    <w:rsid w:val="002A1C42"/>
    <w:rsid w:val="002A617C"/>
    <w:rsid w:val="002A71CF"/>
    <w:rsid w:val="002B3E9D"/>
    <w:rsid w:val="002C77F4"/>
    <w:rsid w:val="002D0869"/>
    <w:rsid w:val="002D78FE"/>
    <w:rsid w:val="002E4993"/>
    <w:rsid w:val="002E5BAC"/>
    <w:rsid w:val="002E7635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1498"/>
    <w:rsid w:val="003621C3"/>
    <w:rsid w:val="0036382D"/>
    <w:rsid w:val="00380350"/>
    <w:rsid w:val="00380B4E"/>
    <w:rsid w:val="003816E4"/>
    <w:rsid w:val="0038791B"/>
    <w:rsid w:val="0039131E"/>
    <w:rsid w:val="003A04A6"/>
    <w:rsid w:val="003A1A56"/>
    <w:rsid w:val="003A7759"/>
    <w:rsid w:val="003A7F6E"/>
    <w:rsid w:val="003B03EA"/>
    <w:rsid w:val="003C7C34"/>
    <w:rsid w:val="003D0F37"/>
    <w:rsid w:val="003D5150"/>
    <w:rsid w:val="003F1901"/>
    <w:rsid w:val="003F1C3A"/>
    <w:rsid w:val="0041086B"/>
    <w:rsid w:val="00414698"/>
    <w:rsid w:val="0042565E"/>
    <w:rsid w:val="00432C05"/>
    <w:rsid w:val="00440379"/>
    <w:rsid w:val="00441393"/>
    <w:rsid w:val="00447CF0"/>
    <w:rsid w:val="00456F10"/>
    <w:rsid w:val="00474746"/>
    <w:rsid w:val="00476942"/>
    <w:rsid w:val="00477027"/>
    <w:rsid w:val="00477D62"/>
    <w:rsid w:val="004871A2"/>
    <w:rsid w:val="00492A8D"/>
    <w:rsid w:val="004944C8"/>
    <w:rsid w:val="004A0EBF"/>
    <w:rsid w:val="004A4AC4"/>
    <w:rsid w:val="004A4EC4"/>
    <w:rsid w:val="004A68F1"/>
    <w:rsid w:val="004B494F"/>
    <w:rsid w:val="004C0E4B"/>
    <w:rsid w:val="004D6D3F"/>
    <w:rsid w:val="004E0BBB"/>
    <w:rsid w:val="004E1D57"/>
    <w:rsid w:val="004E2F16"/>
    <w:rsid w:val="004F1812"/>
    <w:rsid w:val="004F5930"/>
    <w:rsid w:val="004F6196"/>
    <w:rsid w:val="00503044"/>
    <w:rsid w:val="00510AD9"/>
    <w:rsid w:val="00517E6C"/>
    <w:rsid w:val="00523666"/>
    <w:rsid w:val="00525922"/>
    <w:rsid w:val="00526234"/>
    <w:rsid w:val="00533E01"/>
    <w:rsid w:val="00534B03"/>
    <w:rsid w:val="00534F34"/>
    <w:rsid w:val="0053692E"/>
    <w:rsid w:val="005378A6"/>
    <w:rsid w:val="00542240"/>
    <w:rsid w:val="00547837"/>
    <w:rsid w:val="00552EA6"/>
    <w:rsid w:val="00557337"/>
    <w:rsid w:val="00557434"/>
    <w:rsid w:val="00576D38"/>
    <w:rsid w:val="00577542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C6395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1386"/>
    <w:rsid w:val="005F17C2"/>
    <w:rsid w:val="00600C2B"/>
    <w:rsid w:val="00601C30"/>
    <w:rsid w:val="0060282A"/>
    <w:rsid w:val="006127AC"/>
    <w:rsid w:val="006218E8"/>
    <w:rsid w:val="00634A78"/>
    <w:rsid w:val="00642025"/>
    <w:rsid w:val="00646E87"/>
    <w:rsid w:val="0065107F"/>
    <w:rsid w:val="00657DB0"/>
    <w:rsid w:val="00661445"/>
    <w:rsid w:val="00661946"/>
    <w:rsid w:val="00662990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02D8"/>
    <w:rsid w:val="0068553C"/>
    <w:rsid w:val="00685F34"/>
    <w:rsid w:val="00695656"/>
    <w:rsid w:val="006975A8"/>
    <w:rsid w:val="006A1012"/>
    <w:rsid w:val="006B4A68"/>
    <w:rsid w:val="006C1376"/>
    <w:rsid w:val="006C48F9"/>
    <w:rsid w:val="006E0E7D"/>
    <w:rsid w:val="006E10BF"/>
    <w:rsid w:val="006F1C14"/>
    <w:rsid w:val="006F6A16"/>
    <w:rsid w:val="00703A6A"/>
    <w:rsid w:val="00722236"/>
    <w:rsid w:val="00725CCA"/>
    <w:rsid w:val="0072737A"/>
    <w:rsid w:val="007311E7"/>
    <w:rsid w:val="00731DEE"/>
    <w:rsid w:val="00734BC6"/>
    <w:rsid w:val="007427B2"/>
    <w:rsid w:val="0074379A"/>
    <w:rsid w:val="007541D3"/>
    <w:rsid w:val="00756ACD"/>
    <w:rsid w:val="007577D7"/>
    <w:rsid w:val="0076781A"/>
    <w:rsid w:val="007715E8"/>
    <w:rsid w:val="00776004"/>
    <w:rsid w:val="00780696"/>
    <w:rsid w:val="0078486B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396C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3CA7"/>
    <w:rsid w:val="007D5895"/>
    <w:rsid w:val="007D77AB"/>
    <w:rsid w:val="007E28D0"/>
    <w:rsid w:val="007E30DF"/>
    <w:rsid w:val="007F7544"/>
    <w:rsid w:val="00800995"/>
    <w:rsid w:val="00812EAA"/>
    <w:rsid w:val="00815172"/>
    <w:rsid w:val="00816F79"/>
    <w:rsid w:val="008172F8"/>
    <w:rsid w:val="0082599E"/>
    <w:rsid w:val="008326B2"/>
    <w:rsid w:val="00836031"/>
    <w:rsid w:val="00837DBD"/>
    <w:rsid w:val="00846831"/>
    <w:rsid w:val="00851F87"/>
    <w:rsid w:val="00856CD8"/>
    <w:rsid w:val="00865532"/>
    <w:rsid w:val="00865B3E"/>
    <w:rsid w:val="00867686"/>
    <w:rsid w:val="0087205B"/>
    <w:rsid w:val="008737D3"/>
    <w:rsid w:val="008747E0"/>
    <w:rsid w:val="00876841"/>
    <w:rsid w:val="00882B3C"/>
    <w:rsid w:val="0088783D"/>
    <w:rsid w:val="0089476E"/>
    <w:rsid w:val="008972C3"/>
    <w:rsid w:val="00897B12"/>
    <w:rsid w:val="008A28D9"/>
    <w:rsid w:val="008A30BA"/>
    <w:rsid w:val="008C33B5"/>
    <w:rsid w:val="008C3A72"/>
    <w:rsid w:val="008C6969"/>
    <w:rsid w:val="008D29F3"/>
    <w:rsid w:val="008D3883"/>
    <w:rsid w:val="008E1F69"/>
    <w:rsid w:val="008E3AB6"/>
    <w:rsid w:val="008E76B1"/>
    <w:rsid w:val="008F38BB"/>
    <w:rsid w:val="008F57D8"/>
    <w:rsid w:val="00902834"/>
    <w:rsid w:val="00910058"/>
    <w:rsid w:val="009115DD"/>
    <w:rsid w:val="00914330"/>
    <w:rsid w:val="00914E26"/>
    <w:rsid w:val="0091590F"/>
    <w:rsid w:val="00921ACD"/>
    <w:rsid w:val="00923B4D"/>
    <w:rsid w:val="0092540C"/>
    <w:rsid w:val="00925E0F"/>
    <w:rsid w:val="00931A57"/>
    <w:rsid w:val="00934294"/>
    <w:rsid w:val="0093492E"/>
    <w:rsid w:val="009414E6"/>
    <w:rsid w:val="0095450F"/>
    <w:rsid w:val="00956901"/>
    <w:rsid w:val="00962EC1"/>
    <w:rsid w:val="00967073"/>
    <w:rsid w:val="00971591"/>
    <w:rsid w:val="00974564"/>
    <w:rsid w:val="00974E99"/>
    <w:rsid w:val="009764FA"/>
    <w:rsid w:val="00980192"/>
    <w:rsid w:val="00982A22"/>
    <w:rsid w:val="00994D97"/>
    <w:rsid w:val="009A07B7"/>
    <w:rsid w:val="009B1545"/>
    <w:rsid w:val="009B3B1D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6CEA"/>
    <w:rsid w:val="00A06A3D"/>
    <w:rsid w:val="00A10EBA"/>
    <w:rsid w:val="00A13E56"/>
    <w:rsid w:val="00A14644"/>
    <w:rsid w:val="00A227BF"/>
    <w:rsid w:val="00A24838"/>
    <w:rsid w:val="00A2743E"/>
    <w:rsid w:val="00A30C33"/>
    <w:rsid w:val="00A30E75"/>
    <w:rsid w:val="00A33956"/>
    <w:rsid w:val="00A37E6E"/>
    <w:rsid w:val="00A4308C"/>
    <w:rsid w:val="00A43395"/>
    <w:rsid w:val="00A44836"/>
    <w:rsid w:val="00A524B5"/>
    <w:rsid w:val="00A549B3"/>
    <w:rsid w:val="00A56184"/>
    <w:rsid w:val="00A67954"/>
    <w:rsid w:val="00A72ED7"/>
    <w:rsid w:val="00A748A1"/>
    <w:rsid w:val="00A8083F"/>
    <w:rsid w:val="00A90556"/>
    <w:rsid w:val="00A90D86"/>
    <w:rsid w:val="00A91DBA"/>
    <w:rsid w:val="00A97900"/>
    <w:rsid w:val="00AA1D7A"/>
    <w:rsid w:val="00AA3E01"/>
    <w:rsid w:val="00AB0BFA"/>
    <w:rsid w:val="00AB4A37"/>
    <w:rsid w:val="00AB76B7"/>
    <w:rsid w:val="00AC33A2"/>
    <w:rsid w:val="00AD38F7"/>
    <w:rsid w:val="00AE65F1"/>
    <w:rsid w:val="00AE6BB4"/>
    <w:rsid w:val="00AE74AD"/>
    <w:rsid w:val="00AF159C"/>
    <w:rsid w:val="00B01873"/>
    <w:rsid w:val="00B036AF"/>
    <w:rsid w:val="00B07157"/>
    <w:rsid w:val="00B074AB"/>
    <w:rsid w:val="00B07717"/>
    <w:rsid w:val="00B1460C"/>
    <w:rsid w:val="00B17253"/>
    <w:rsid w:val="00B17D23"/>
    <w:rsid w:val="00B2583D"/>
    <w:rsid w:val="00B300B1"/>
    <w:rsid w:val="00B31A41"/>
    <w:rsid w:val="00B3287F"/>
    <w:rsid w:val="00B3400D"/>
    <w:rsid w:val="00B40199"/>
    <w:rsid w:val="00B502FF"/>
    <w:rsid w:val="00B528D3"/>
    <w:rsid w:val="00B643DF"/>
    <w:rsid w:val="00B65300"/>
    <w:rsid w:val="00B67422"/>
    <w:rsid w:val="00B70BD4"/>
    <w:rsid w:val="00B712CA"/>
    <w:rsid w:val="00B73463"/>
    <w:rsid w:val="00B76FD5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6A20"/>
    <w:rsid w:val="00BD7EE1"/>
    <w:rsid w:val="00BE1EEC"/>
    <w:rsid w:val="00BE5568"/>
    <w:rsid w:val="00BE5764"/>
    <w:rsid w:val="00BE7295"/>
    <w:rsid w:val="00BE73AD"/>
    <w:rsid w:val="00BF1358"/>
    <w:rsid w:val="00C0106D"/>
    <w:rsid w:val="00C03944"/>
    <w:rsid w:val="00C133BE"/>
    <w:rsid w:val="00C17621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1E62"/>
    <w:rsid w:val="00C6211D"/>
    <w:rsid w:val="00C65492"/>
    <w:rsid w:val="00C716E5"/>
    <w:rsid w:val="00C773D9"/>
    <w:rsid w:val="00C80307"/>
    <w:rsid w:val="00C80ACE"/>
    <w:rsid w:val="00C80D47"/>
    <w:rsid w:val="00C81162"/>
    <w:rsid w:val="00C829CC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3A20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860"/>
    <w:rsid w:val="00CE5E46"/>
    <w:rsid w:val="00CF49CC"/>
    <w:rsid w:val="00CF54C2"/>
    <w:rsid w:val="00D024EC"/>
    <w:rsid w:val="00D04F0B"/>
    <w:rsid w:val="00D07384"/>
    <w:rsid w:val="00D1463A"/>
    <w:rsid w:val="00D236B8"/>
    <w:rsid w:val="00D24632"/>
    <w:rsid w:val="00D252C9"/>
    <w:rsid w:val="00D32DDF"/>
    <w:rsid w:val="00D3700C"/>
    <w:rsid w:val="00D4573B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041E"/>
    <w:rsid w:val="00DD60F2"/>
    <w:rsid w:val="00DE0893"/>
    <w:rsid w:val="00DE2814"/>
    <w:rsid w:val="00DE6290"/>
    <w:rsid w:val="00DE6796"/>
    <w:rsid w:val="00DF317A"/>
    <w:rsid w:val="00DF41B2"/>
    <w:rsid w:val="00E01166"/>
    <w:rsid w:val="00E01272"/>
    <w:rsid w:val="00E015AE"/>
    <w:rsid w:val="00E03067"/>
    <w:rsid w:val="00E03846"/>
    <w:rsid w:val="00E069B6"/>
    <w:rsid w:val="00E1651C"/>
    <w:rsid w:val="00E16EB4"/>
    <w:rsid w:val="00E20A7D"/>
    <w:rsid w:val="00E21A27"/>
    <w:rsid w:val="00E27A2F"/>
    <w:rsid w:val="00E42A94"/>
    <w:rsid w:val="00E44826"/>
    <w:rsid w:val="00E451BA"/>
    <w:rsid w:val="00E454B5"/>
    <w:rsid w:val="00E458BF"/>
    <w:rsid w:val="00E50F53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1F3C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2ACE"/>
    <w:rsid w:val="00ED4450"/>
    <w:rsid w:val="00EE54CB"/>
    <w:rsid w:val="00EE6424"/>
    <w:rsid w:val="00EF1C54"/>
    <w:rsid w:val="00EF404B"/>
    <w:rsid w:val="00F00376"/>
    <w:rsid w:val="00F01F0C"/>
    <w:rsid w:val="00F02A5A"/>
    <w:rsid w:val="00F11368"/>
    <w:rsid w:val="00F11764"/>
    <w:rsid w:val="00F157E2"/>
    <w:rsid w:val="00F259E2"/>
    <w:rsid w:val="00F33C60"/>
    <w:rsid w:val="00F41AAF"/>
    <w:rsid w:val="00F41F0B"/>
    <w:rsid w:val="00F44F47"/>
    <w:rsid w:val="00F51543"/>
    <w:rsid w:val="00F527AC"/>
    <w:rsid w:val="00F5503F"/>
    <w:rsid w:val="00F61D83"/>
    <w:rsid w:val="00F65DD1"/>
    <w:rsid w:val="00F707B3"/>
    <w:rsid w:val="00F71135"/>
    <w:rsid w:val="00F74309"/>
    <w:rsid w:val="00F7793E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E3067"/>
    <w:rsid w:val="00FF1446"/>
    <w:rsid w:val="00FF6538"/>
    <w:rsid w:val="031C1419"/>
    <w:rsid w:val="182D5752"/>
    <w:rsid w:val="345E1653"/>
    <w:rsid w:val="4C10601F"/>
    <w:rsid w:val="5DA97011"/>
    <w:rsid w:val="6F3C0780"/>
    <w:rsid w:val="6F4E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  <w14:docId w14:val="7452F83F"/>
  <w15:docId w15:val="{64AE0331-EC9A-4F6F-90F6-D301548FE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iPriority="0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iPriority="0" w:unhideWhenUsed="1"/>
    <w:lsdException w:name="caption" w:semiHidden="1" w:uiPriority="35" w:unhideWhenUsed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styleId="Heading1">
    <w:name w:val="heading 1"/>
    <w:basedOn w:val="Normal"/>
    <w:next w:val="Heading1separatationline"/>
    <w:link w:val="Heading1Char"/>
    <w:qFormat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pPr>
      <w:keepNext/>
      <w:keepLines/>
      <w:numPr>
        <w:ilvl w:val="1"/>
        <w:numId w:val="1"/>
      </w:numPr>
      <w:spacing w:before="120" w:after="120"/>
      <w:ind w:left="578" w:right="709" w:hanging="578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keepLines/>
      <w:numPr>
        <w:ilvl w:val="2"/>
        <w:numId w:val="1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pPr>
      <w:keepNext/>
      <w:keepLines/>
      <w:numPr>
        <w:ilvl w:val="3"/>
        <w:numId w:val="1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numPr>
        <w:ilvl w:val="4"/>
        <w:numId w:val="1"/>
      </w:numPr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6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separatationline">
    <w:name w:val="Heading 1 separatation line"/>
    <w:basedOn w:val="Normal"/>
    <w:next w:val="BodyText"/>
    <w:qFormat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BodyText">
    <w:name w:val="Body Text"/>
    <w:basedOn w:val="Normal"/>
    <w:link w:val="BodyTextChar"/>
    <w:unhideWhenUsed/>
    <w:qFormat/>
    <w:pPr>
      <w:spacing w:after="120"/>
    </w:pPr>
    <w:rPr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TOC7">
    <w:name w:val="toc 7"/>
    <w:basedOn w:val="Normal"/>
    <w:next w:val="Normal"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uiPriority w:val="39"/>
    <w:qFormat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spacing w:after="60"/>
      <w:ind w:left="1134" w:hanging="709"/>
    </w:pPr>
  </w:style>
  <w:style w:type="paragraph" w:styleId="TOC8">
    <w:name w:val="toc 8"/>
    <w:basedOn w:val="Normal"/>
    <w:next w:val="Normal"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Header">
    <w:name w:val="header"/>
    <w:link w:val="Head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olor w:val="00558C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00558C" w:themeColor="accent1"/>
      <w:sz w:val="22"/>
    </w:rPr>
  </w:style>
  <w:style w:type="paragraph" w:styleId="TOC9">
    <w:name w:val="toc 9"/>
    <w:basedOn w:val="Normal"/>
    <w:next w:val="Normal"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  <w:sz w:val="20"/>
      <w:szCs w:val="20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C6EDFF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558C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qFormat/>
    <w:rPr>
      <w:vertAlign w:val="superscript"/>
    </w:rPr>
  </w:style>
  <w:style w:type="character" w:customStyle="1" w:styleId="HeaderChar">
    <w:name w:val="Header Char"/>
    <w:basedOn w:val="DefaultParagraphFont"/>
    <w:link w:val="Header"/>
    <w:qFormat/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qFormat/>
    <w:rPr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hAnsi="Tahoma" w:cs="Tahoma"/>
      <w:sz w:val="16"/>
      <w:szCs w:val="16"/>
      <w:lang w:val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qFormat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002A46" w:themeColor="accent1" w:themeShade="80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pPr>
      <w:numPr>
        <w:numId w:val="3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pPr>
      <w:numPr>
        <w:numId w:val="4"/>
      </w:numPr>
      <w:spacing w:after="120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qFormat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</w:pPr>
    <w:rPr>
      <w:b/>
      <w:color w:val="00558C" w:themeColor="accent1"/>
      <w:sz w:val="15"/>
      <w:szCs w:val="15"/>
    </w:rPr>
  </w:style>
  <w:style w:type="paragraph" w:styleId="NoSpacing">
    <w:name w:val="No Spacing"/>
    <w:uiPriority w:val="1"/>
    <w:semiHidden/>
    <w:qFormat/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qFormat/>
    <w:rPr>
      <w:b/>
      <w:color w:val="009FE3" w:themeColor="accent2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qFormat/>
    <w:pPr>
      <w:numPr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qFormat/>
    <w:pPr>
      <w:numPr>
        <w:ilvl w:val="1"/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2"/>
        <w:numId w:val="5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qFormat/>
    <w:pPr>
      <w:numPr>
        <w:ilvl w:val="3"/>
        <w:numId w:val="5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pPr>
      <w:numPr>
        <w:numId w:val="6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qFormat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qFormat/>
    <w:pPr>
      <w:numPr>
        <w:numId w:val="7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qFormat/>
    <w:pPr>
      <w:numPr>
        <w:ilvl w:val="1"/>
        <w:numId w:val="7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character" w:customStyle="1" w:styleId="BodyTextChar">
    <w:name w:val="Body Text Char"/>
    <w:basedOn w:val="DefaultParagraphFont"/>
    <w:link w:val="BodyText"/>
    <w:qFormat/>
    <w:rPr>
      <w:lang w:val="en-GB"/>
    </w:rPr>
  </w:style>
  <w:style w:type="paragraph" w:customStyle="1" w:styleId="AnnexAHead3">
    <w:name w:val="Annex A Head 3"/>
    <w:basedOn w:val="Normal"/>
    <w:next w:val="BodyText"/>
    <w:qFormat/>
    <w:pPr>
      <w:numPr>
        <w:ilvl w:val="2"/>
        <w:numId w:val="7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qFormat/>
    <w:pPr>
      <w:numPr>
        <w:ilvl w:val="3"/>
        <w:numId w:val="7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customStyle="1" w:styleId="CommentTextChar">
    <w:name w:val="Comment Text Char"/>
    <w:basedOn w:val="DefaultParagraphFont"/>
    <w:link w:val="CommentText"/>
    <w:qFormat/>
    <w:rPr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Pr>
      <w:b/>
      <w:bCs/>
      <w:sz w:val="20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sz w:val="16"/>
      <w:szCs w:val="16"/>
      <w:lang w:val="en-GB"/>
    </w:rPr>
  </w:style>
  <w:style w:type="paragraph" w:customStyle="1" w:styleId="InsetList">
    <w:name w:val="Inset List"/>
    <w:basedOn w:val="Normal"/>
    <w:qFormat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pPr>
      <w:numPr>
        <w:numId w:val="9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pPr>
      <w:numPr>
        <w:numId w:val="10"/>
      </w:numPr>
      <w:spacing w:after="240"/>
    </w:pPr>
    <w:rPr>
      <w:b/>
      <w:bCs/>
      <w:i/>
      <w:color w:val="575756"/>
      <w:sz w:val="22"/>
      <w:u w:val="single"/>
    </w:rPr>
  </w:style>
  <w:style w:type="character" w:customStyle="1" w:styleId="FootnoteTextChar">
    <w:name w:val="Footnote Text Char"/>
    <w:basedOn w:val="DefaultParagraphFont"/>
    <w:link w:val="FootnoteText"/>
    <w:qFormat/>
    <w:rPr>
      <w:sz w:val="18"/>
      <w:szCs w:val="24"/>
      <w:vertAlign w:val="superscript"/>
      <w:lang w:val="en-GB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Normal"/>
    <w:qFormat/>
    <w:pPr>
      <w:numPr>
        <w:ilvl w:val="2"/>
        <w:numId w:val="11"/>
      </w:numPr>
      <w:spacing w:after="120"/>
    </w:pPr>
    <w:rPr>
      <w:sz w:val="20"/>
    </w:r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12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3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qFormat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pPr>
      <w:numPr>
        <w:numId w:val="15"/>
      </w:numPr>
    </w:pPr>
  </w:style>
  <w:style w:type="paragraph" w:customStyle="1" w:styleId="Figurecaption">
    <w:name w:val="Figure caption"/>
    <w:basedOn w:val="Normal"/>
    <w:next w:val="Normal"/>
    <w:qFormat/>
    <w:pPr>
      <w:numPr>
        <w:numId w:val="16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Normal"/>
    <w:next w:val="Heading1separatationline"/>
    <w:qFormat/>
    <w:pPr>
      <w:numPr>
        <w:numId w:val="17"/>
      </w:numPr>
    </w:pPr>
    <w:rPr>
      <w:b/>
      <w:caps/>
      <w:color w:val="407EC9"/>
      <w:sz w:val="28"/>
    </w:rPr>
  </w:style>
  <w:style w:type="paragraph" w:customStyle="1" w:styleId="AnnexBHead2">
    <w:name w:val="Annex B Head 2"/>
    <w:basedOn w:val="Normal"/>
    <w:next w:val="Heading2separationline"/>
    <w:qFormat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qFormat/>
    <w:pPr>
      <w:numPr>
        <w:ilvl w:val="2"/>
        <w:numId w:val="18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qFormat/>
    <w:pPr>
      <w:numPr>
        <w:ilvl w:val="3"/>
        <w:numId w:val="18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qFormat/>
    <w:pPr>
      <w:numPr>
        <w:numId w:val="1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qFormat/>
    <w:pPr>
      <w:ind w:right="14317"/>
    </w:pPr>
  </w:style>
  <w:style w:type="paragraph" w:customStyle="1" w:styleId="AnnexCHead1">
    <w:name w:val="Annex C Head 1"/>
    <w:basedOn w:val="Normal"/>
    <w:next w:val="Heading1separatationline"/>
    <w:qFormat/>
    <w:pPr>
      <w:numPr>
        <w:numId w:val="20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qFormat/>
    <w:pPr>
      <w:numPr>
        <w:ilvl w:val="1"/>
        <w:numId w:val="20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qFormat/>
    <w:pPr>
      <w:numPr>
        <w:ilvl w:val="2"/>
        <w:numId w:val="20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qFormat/>
    <w:pPr>
      <w:numPr>
        <w:ilvl w:val="3"/>
        <w:numId w:val="20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qFormat/>
    <w:pPr>
      <w:numPr>
        <w:numId w:val="21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qFormat/>
    <w:pPr>
      <w:numPr>
        <w:ilvl w:val="1"/>
        <w:numId w:val="21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qFormat/>
    <w:pPr>
      <w:numPr>
        <w:ilvl w:val="2"/>
        <w:numId w:val="21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qFormat/>
    <w:pPr>
      <w:numPr>
        <w:ilvl w:val="3"/>
        <w:numId w:val="21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qFormat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qFormat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qFormat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qFormat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qFormat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qFormat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qFormat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qFormat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qFormat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qFormat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qFormat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qFormat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qFormat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qFormat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qFormat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qFormat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qFormat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qFormat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qFormat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qFormat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qFormat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qFormat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qFormat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qFormat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qFormat/>
    <w:pPr>
      <w:numPr>
        <w:numId w:val="29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qFormat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qFormat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qFormat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qFormat/>
    <w:pPr>
      <w:numPr>
        <w:numId w:val="30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qFormat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qFormat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qFormat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qFormat/>
    <w:pPr>
      <w:numPr>
        <w:numId w:val="31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qFormat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qFormat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qFormat/>
    <w:pPr>
      <w:numPr>
        <w:ilvl w:val="3"/>
        <w:numId w:val="31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pPr>
      <w:ind w:left="397" w:right="0"/>
    </w:pPr>
  </w:style>
  <w:style w:type="paragraph" w:customStyle="1" w:styleId="TableList11">
    <w:name w:val="Table List 11"/>
    <w:basedOn w:val="List1"/>
    <w:qFormat/>
    <w:pPr>
      <w:numPr>
        <w:numId w:val="32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qFormat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qFormat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53215">
              <w:marLeft w:val="0"/>
              <w:marRight w:val="0"/>
              <w:marTop w:val="0"/>
              <w:marBottom w:val="0"/>
              <w:divBdr>
                <w:top w:val="single" w:sz="6" w:space="0" w:color="4395FF"/>
                <w:left w:val="single" w:sz="6" w:space="0" w:color="4395FF"/>
                <w:bottom w:val="single" w:sz="6" w:space="0" w:color="4395FF"/>
                <w:right w:val="single" w:sz="6" w:space="0" w:color="4395FF"/>
              </w:divBdr>
              <w:divsChild>
                <w:div w:id="19792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259707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9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246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60283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5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vegu.KONGSBERG\Downloads\Guideline%20Template%2017Apr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4"/>
    <customShpInfo spid="_x0000_s3075"/>
    <customShpInfo spid="_x0000_s3073"/>
    <customShpInfo spid="_x0000_s1026" textRotate="1"/>
    <customShpInfo spid="_x0000_s3077"/>
    <customShpInfo spid="_x0000_s3078"/>
    <customShpInfo spid="_x0000_s3076"/>
    <customShpInfo spid="_x0000_s3080"/>
    <customShpInfo spid="_x0000_s3081"/>
    <customShpInfo spid="_x0000_s3079"/>
  </customShpExts>
</s:customData>
</file>

<file path=customXml/itemProps1.xml><?xml version="1.0" encoding="utf-8"?>
<ds:datastoreItem xmlns:ds="http://schemas.openxmlformats.org/officeDocument/2006/customXml" ds:itemID="{9F9CD837-A10A-4EE8-8202-9EEF41489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214760-8966-436C-8122-80FE909C2C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981EA-30F9-4D39-AE78-3BA787EEBE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05BCD9-4AA6-41C8-B758-772DECAAD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 17Apr17.dotx</Template>
  <TotalTime>12</TotalTime>
  <Pages>4</Pages>
  <Words>209</Words>
  <Characters>1365</Characters>
  <Application>Microsoft Office Word</Application>
  <DocSecurity>0</DocSecurity>
  <Lines>11</Lines>
  <Paragraphs>3</Paragraphs>
  <ScaleCrop>false</ScaleCrop>
  <Manager>IALA</Manager>
  <Company>IALA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Steve Guest</dc:creator>
  <cp:lastModifiedBy>Kevin Gregory</cp:lastModifiedBy>
  <cp:revision>5</cp:revision>
  <dcterms:created xsi:type="dcterms:W3CDTF">2021-08-12T12:55:00Z</dcterms:created>
  <dcterms:modified xsi:type="dcterms:W3CDTF">2021-09-13T08:44:00Z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2052-11.1.0.10228</vt:lpwstr>
  </property>
</Properties>
</file>